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BB6" w:rsidRDefault="00FD2BB6" w:rsidP="00FD2BB6">
      <w:pPr>
        <w:pStyle w:val="NoSpacing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asthead"/>
      </w:tblPr>
      <w:tblGrid>
        <w:gridCol w:w="7660"/>
        <w:gridCol w:w="71"/>
        <w:gridCol w:w="3789"/>
      </w:tblGrid>
      <w:tr w:rsidR="00FD2BB6" w:rsidTr="00D81234">
        <w:trPr>
          <w:cantSplit/>
          <w:trHeight w:hRule="exact" w:val="5458"/>
          <w:jc w:val="center"/>
        </w:trPr>
        <w:tc>
          <w:tcPr>
            <w:tcW w:w="76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tcMar>
              <w:left w:w="0" w:type="dxa"/>
              <w:right w:w="0" w:type="dxa"/>
            </w:tcMar>
            <w:vAlign w:val="bottom"/>
          </w:tcPr>
          <w:p w:rsidR="00FD2BB6" w:rsidRDefault="00FD2BB6" w:rsidP="00D81234">
            <w:pPr>
              <w:pStyle w:val="NoSpacing"/>
            </w:pPr>
            <w:r>
              <w:drawing>
                <wp:inline distT="0" distB="0" distL="0" distR="0" wp14:anchorId="65FED49C" wp14:editId="7C2F56A2">
                  <wp:extent cx="4870968" cy="3235195"/>
                  <wp:effectExtent l="0" t="0" r="6350" b="381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0968" cy="3235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cMar>
              <w:left w:w="0" w:type="dxa"/>
              <w:right w:w="0" w:type="dxa"/>
            </w:tcMar>
          </w:tcPr>
          <w:p w:rsidR="00FD2BB6" w:rsidRDefault="00FD2BB6" w:rsidP="00D81234">
            <w:pPr>
              <w:pStyle w:val="NoSpacing"/>
            </w:pPr>
          </w:p>
        </w:tc>
        <w:tc>
          <w:tcPr>
            <w:tcW w:w="37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99CB38" w:themeFill="accent1"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779"/>
            </w:tblGrid>
            <w:tr w:rsidR="00FD2BB6" w:rsidTr="00D81234">
              <w:tc>
                <w:tcPr>
                  <w:tcW w:w="5000" w:type="pct"/>
                </w:tcPr>
                <w:p w:rsidR="00FD2BB6" w:rsidRDefault="00700841" w:rsidP="00D81234">
                  <w:pPr>
                    <w:pStyle w:val="Title"/>
                  </w:pPr>
                  <w:sdt>
                    <w:sdtPr>
                      <w:alias w:val="Title"/>
                      <w:tag w:val="Title"/>
                      <w:id w:val="-627160405"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:text/>
                    </w:sdtPr>
                    <w:sdtEndPr/>
                    <w:sdtContent>
                      <w:r w:rsidR="00D81234">
                        <w:t>Tailor made solutions for your retail Business</w:t>
                      </w:r>
                    </w:sdtContent>
                  </w:sdt>
                </w:p>
                <w:sdt>
                  <w:sdtPr>
                    <w:alias w:val="Subtitle"/>
                    <w:tag w:val="Subtitle"/>
                    <w:id w:val="-1656985340"/>
                    <w:showingPlcHdr/>
    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    <w:text/>
                  </w:sdtPr>
                  <w:sdtEndPr/>
                  <w:sdtContent>
                    <w:p w:rsidR="00FD2BB6" w:rsidRDefault="008B7BBE" w:rsidP="008B7BBE">
                      <w:pPr>
                        <w:pStyle w:val="Subtitle"/>
                      </w:pPr>
                      <w:r>
                        <w:t xml:space="preserve">     </w:t>
                      </w:r>
                    </w:p>
                  </w:sdtContent>
                </w:sdt>
              </w:tc>
            </w:tr>
            <w:tr w:rsidR="00FD2BB6" w:rsidTr="00D81234">
              <w:trPr>
                <w:trHeight w:val="3312"/>
              </w:trPr>
              <w:tc>
                <w:tcPr>
                  <w:tcW w:w="5000" w:type="pct"/>
                  <w:vAlign w:val="bottom"/>
                </w:tcPr>
                <w:p w:rsidR="00FD2BB6" w:rsidRDefault="00700841" w:rsidP="00D81234">
                  <w:pPr>
                    <w:pStyle w:val="Subtitle"/>
                  </w:pPr>
                  <w:sdt>
                    <w:sdtPr>
                      <w:alias w:val="Issue Date"/>
                      <w:tag w:val="Issue Date"/>
                      <w:id w:val="-191461034"/>
                      <w:placeholder>
                        <w:docPart w:val="1EDF591C1AC940CCA53B307C22CA891D"/>
                      </w:placeholder>
                      <w:temporary/>
                      <w:showingPlcHdr/>
                    </w:sdtPr>
                    <w:sdtEndPr/>
                    <w:sdtContent>
                      <w:r w:rsidR="00FD2BB6">
                        <w:t>Issue Date</w:t>
                      </w:r>
                    </w:sdtContent>
                  </w:sdt>
                </w:p>
              </w:tc>
            </w:tr>
          </w:tbl>
          <w:p w:rsidR="00FD2BB6" w:rsidRDefault="00FD2BB6" w:rsidP="00D81234">
            <w:pPr>
              <w:pStyle w:val="Subtitle"/>
            </w:pPr>
          </w:p>
        </w:tc>
      </w:tr>
      <w:tr w:rsidR="00FD2BB6" w:rsidTr="00D81234">
        <w:trPr>
          <w:cantSplit/>
          <w:trHeight w:hRule="exact" w:val="72"/>
          <w:jc w:val="center"/>
        </w:trPr>
        <w:tc>
          <w:tcPr>
            <w:tcW w:w="7660" w:type="dxa"/>
            <w:tcBorders>
              <w:top w:val="single" w:sz="4" w:space="0" w:color="FFFFFF" w:themeColor="background1"/>
            </w:tcBorders>
          </w:tcPr>
          <w:p w:rsidR="00FD2BB6" w:rsidRDefault="00FD2BB6" w:rsidP="00D81234">
            <w:pPr>
              <w:pStyle w:val="NoSpacing"/>
            </w:pPr>
          </w:p>
        </w:tc>
        <w:tc>
          <w:tcPr>
            <w:tcW w:w="71" w:type="dxa"/>
          </w:tcPr>
          <w:p w:rsidR="00FD2BB6" w:rsidRDefault="00FD2BB6" w:rsidP="00D81234">
            <w:pPr>
              <w:pStyle w:val="NoSpacing"/>
            </w:pPr>
          </w:p>
        </w:tc>
        <w:tc>
          <w:tcPr>
            <w:tcW w:w="3789" w:type="dxa"/>
            <w:tcBorders>
              <w:top w:val="single" w:sz="4" w:space="0" w:color="FFFFFF" w:themeColor="background1"/>
            </w:tcBorders>
          </w:tcPr>
          <w:p w:rsidR="00FD2BB6" w:rsidRDefault="00FD2BB6" w:rsidP="00D81234">
            <w:pPr>
              <w:pStyle w:val="NoSpacing"/>
            </w:pPr>
          </w:p>
        </w:tc>
      </w:tr>
      <w:tr w:rsidR="00FD2BB6" w:rsidTr="00D81234">
        <w:trPr>
          <w:cantSplit/>
          <w:trHeight w:val="360"/>
          <w:jc w:val="center"/>
        </w:trPr>
        <w:tc>
          <w:tcPr>
            <w:tcW w:w="7660" w:type="dxa"/>
            <w:shd w:val="clear" w:color="auto" w:fill="63A537" w:themeFill="accent2"/>
            <w:tcMar>
              <w:left w:w="0" w:type="dxa"/>
              <w:right w:w="115" w:type="dxa"/>
            </w:tcMar>
            <w:vAlign w:val="center"/>
          </w:tcPr>
          <w:p w:rsidR="00FD2BB6" w:rsidRDefault="008B7BBE" w:rsidP="008B7BBE">
            <w:pPr>
              <w:pStyle w:val="Heading4"/>
              <w:outlineLvl w:val="3"/>
            </w:pPr>
            <w:r>
              <w:t xml:space="preserve">First </w:t>
            </w:r>
            <w:r w:rsidR="00487688">
              <w:t>PROJECT:</w:t>
            </w:r>
            <w:r>
              <w:t xml:space="preserve"> Souq PLanet</w:t>
            </w:r>
          </w:p>
        </w:tc>
        <w:tc>
          <w:tcPr>
            <w:tcW w:w="71" w:type="dxa"/>
            <w:tcMar>
              <w:left w:w="0" w:type="dxa"/>
              <w:right w:w="0" w:type="dxa"/>
            </w:tcMar>
            <w:vAlign w:val="center"/>
          </w:tcPr>
          <w:p w:rsidR="00FD2BB6" w:rsidRDefault="00FD2BB6" w:rsidP="00D81234">
            <w:pPr>
              <w:pStyle w:val="NoSpacing"/>
            </w:pPr>
          </w:p>
        </w:tc>
        <w:tc>
          <w:tcPr>
            <w:tcW w:w="3789" w:type="dxa"/>
            <w:shd w:val="clear" w:color="auto" w:fill="404040" w:themeFill="text1" w:themeFillTint="BF"/>
            <w:tcMar>
              <w:left w:w="0" w:type="dxa"/>
              <w:right w:w="115" w:type="dxa"/>
            </w:tcMar>
            <w:vAlign w:val="center"/>
          </w:tcPr>
          <w:p w:rsidR="00FD2BB6" w:rsidRDefault="00FD2BB6" w:rsidP="00D81234">
            <w:pPr>
              <w:pStyle w:val="Heading4"/>
              <w:outlineLvl w:val="3"/>
            </w:pPr>
          </w:p>
        </w:tc>
      </w:tr>
    </w:tbl>
    <w:p w:rsidR="00FD2BB6" w:rsidRDefault="00FD2BB6" w:rsidP="00FD2BB6">
      <w:pPr>
        <w:sectPr w:rsidR="00FD2BB6">
          <w:headerReference w:type="default" r:id="rId10"/>
          <w:headerReference w:type="first" r:id="rId11"/>
          <w:pgSz w:w="12240" w:h="15840" w:code="1"/>
          <w:pgMar w:top="720" w:right="576" w:bottom="720" w:left="576" w:header="360" w:footer="720" w:gutter="0"/>
          <w:cols w:space="720"/>
          <w:titlePg/>
          <w:docGrid w:linePitch="360"/>
        </w:sectPr>
      </w:pPr>
    </w:p>
    <w:p w:rsidR="00FD2BB6" w:rsidRPr="00131FDB" w:rsidRDefault="00D81234" w:rsidP="00840DF7">
      <w:pPr>
        <w:autoSpaceDE w:val="0"/>
        <w:autoSpaceDN w:val="0"/>
        <w:adjustRightInd w:val="0"/>
        <w:spacing w:after="0"/>
        <w:rPr>
          <w:rFonts w:ascii="Arial" w:hAnsi="Arial" w:cs="Arial"/>
          <w:color w:val="444444"/>
          <w:szCs w:val="18"/>
        </w:rPr>
      </w:pPr>
      <w:r w:rsidRPr="00131FDB">
        <w:rPr>
          <w:rFonts w:ascii="Arial" w:hAnsi="Arial" w:cs="Arial"/>
          <w:color w:val="444444"/>
          <w:szCs w:val="18"/>
        </w:rPr>
        <w:t>As a retailer, you always</w:t>
      </w:r>
      <w:r w:rsidR="00840DF7" w:rsidRPr="00131FDB">
        <w:rPr>
          <w:rFonts w:ascii="Arial" w:hAnsi="Arial" w:cs="Arial"/>
          <w:color w:val="444444"/>
          <w:szCs w:val="18"/>
        </w:rPr>
        <w:t xml:space="preserve"> have to ensure a business continuity. Business DNA is a reliable partner who will support you and ensure that all your systems are </w:t>
      </w:r>
      <w:r w:rsidR="00131FDB">
        <w:rPr>
          <w:rFonts w:ascii="Arial" w:hAnsi="Arial" w:cs="Arial"/>
          <w:color w:val="444444"/>
          <w:szCs w:val="18"/>
        </w:rPr>
        <w:t>constantly matching your high requirements</w:t>
      </w:r>
      <w:r w:rsidR="00840DF7" w:rsidRPr="00131FDB">
        <w:rPr>
          <w:rFonts w:ascii="Arial" w:hAnsi="Arial" w:cs="Arial"/>
          <w:color w:val="444444"/>
          <w:szCs w:val="18"/>
        </w:rPr>
        <w:t xml:space="preserve">. </w:t>
      </w:r>
    </w:p>
    <w:p w:rsidR="00840DF7" w:rsidRPr="00131FDB" w:rsidRDefault="00840DF7" w:rsidP="00840DF7">
      <w:pPr>
        <w:autoSpaceDE w:val="0"/>
        <w:autoSpaceDN w:val="0"/>
        <w:adjustRightInd w:val="0"/>
        <w:spacing w:after="0"/>
        <w:rPr>
          <w:rFonts w:ascii="Arial" w:hAnsi="Arial" w:cs="Arial"/>
          <w:color w:val="444444"/>
          <w:szCs w:val="18"/>
        </w:rPr>
      </w:pPr>
    </w:p>
    <w:p w:rsidR="00840DF7" w:rsidRPr="00131FDB" w:rsidRDefault="00840DF7" w:rsidP="00840DF7">
      <w:pPr>
        <w:autoSpaceDE w:val="0"/>
        <w:autoSpaceDN w:val="0"/>
        <w:adjustRightInd w:val="0"/>
        <w:spacing w:after="0"/>
        <w:rPr>
          <w:rFonts w:ascii="Arial" w:hAnsi="Arial" w:cs="Arial"/>
          <w:color w:val="444444"/>
          <w:szCs w:val="18"/>
        </w:rPr>
      </w:pPr>
    </w:p>
    <w:p w:rsidR="00840DF7" w:rsidRPr="00181698" w:rsidRDefault="00840DF7" w:rsidP="00AA6CF4">
      <w:pPr>
        <w:autoSpaceDE w:val="0"/>
        <w:autoSpaceDN w:val="0"/>
        <w:adjustRightInd w:val="0"/>
        <w:spacing w:after="0"/>
        <w:rPr>
          <w:rFonts w:ascii="Arial" w:hAnsi="Arial" w:cs="Arial"/>
          <w:color w:val="444444"/>
          <w:szCs w:val="18"/>
        </w:rPr>
      </w:pPr>
      <w:r w:rsidRPr="00131FDB">
        <w:rPr>
          <w:rFonts w:ascii="Arial" w:hAnsi="Arial" w:cs="Arial"/>
          <w:color w:val="444444"/>
          <w:szCs w:val="18"/>
        </w:rPr>
        <w:t>We</w:t>
      </w:r>
      <w:r w:rsidR="00CB4588">
        <w:rPr>
          <w:rFonts w:ascii="Arial" w:hAnsi="Arial" w:cs="Arial"/>
          <w:color w:val="444444"/>
          <w:szCs w:val="18"/>
        </w:rPr>
        <w:t xml:space="preserve"> are a one-stop shop who</w:t>
      </w:r>
      <w:r w:rsidRPr="00131FDB">
        <w:rPr>
          <w:rFonts w:ascii="Arial" w:hAnsi="Arial" w:cs="Arial"/>
          <w:color w:val="444444"/>
          <w:szCs w:val="18"/>
        </w:rPr>
        <w:t xml:space="preserve"> understand</w:t>
      </w:r>
      <w:r w:rsidR="00CB4588">
        <w:rPr>
          <w:rFonts w:ascii="Arial" w:hAnsi="Arial" w:cs="Arial"/>
          <w:color w:val="444444"/>
          <w:szCs w:val="18"/>
        </w:rPr>
        <w:t xml:space="preserve">s your business </w:t>
      </w:r>
      <w:r w:rsidRPr="00131FDB">
        <w:rPr>
          <w:rFonts w:ascii="Arial" w:hAnsi="Arial" w:cs="Arial"/>
          <w:color w:val="444444"/>
          <w:szCs w:val="18"/>
        </w:rPr>
        <w:t>and requirements, analyze</w:t>
      </w:r>
      <w:r w:rsidR="00CB4588">
        <w:rPr>
          <w:rFonts w:ascii="Arial" w:hAnsi="Arial" w:cs="Arial"/>
          <w:color w:val="444444"/>
          <w:szCs w:val="18"/>
        </w:rPr>
        <w:t>s</w:t>
      </w:r>
      <w:r w:rsidRPr="00131FDB">
        <w:rPr>
          <w:rFonts w:ascii="Arial" w:hAnsi="Arial" w:cs="Arial"/>
          <w:color w:val="444444"/>
          <w:szCs w:val="18"/>
        </w:rPr>
        <w:t xml:space="preserve"> them and </w:t>
      </w:r>
      <w:r w:rsidR="00CB4588">
        <w:rPr>
          <w:rFonts w:ascii="Arial" w:hAnsi="Arial" w:cs="Arial"/>
          <w:color w:val="444444"/>
          <w:szCs w:val="18"/>
        </w:rPr>
        <w:t xml:space="preserve">creates </w:t>
      </w:r>
      <w:r w:rsidR="00B14AF5" w:rsidRPr="00131FDB">
        <w:rPr>
          <w:rFonts w:ascii="Arial" w:hAnsi="Arial" w:cs="Arial"/>
          <w:color w:val="444444"/>
          <w:szCs w:val="18"/>
        </w:rPr>
        <w:t>a</w:t>
      </w:r>
      <w:r w:rsidRPr="00131FDB">
        <w:rPr>
          <w:rFonts w:ascii="Arial" w:hAnsi="Arial" w:cs="Arial"/>
          <w:color w:val="444444"/>
          <w:szCs w:val="18"/>
        </w:rPr>
        <w:t xml:space="preserve"> solution</w:t>
      </w:r>
      <w:r w:rsidR="00CB4588">
        <w:rPr>
          <w:rFonts w:ascii="Arial" w:hAnsi="Arial" w:cs="Arial"/>
          <w:color w:val="444444"/>
          <w:szCs w:val="18"/>
        </w:rPr>
        <w:t xml:space="preserve"> for</w:t>
      </w:r>
      <w:r w:rsidRPr="00131FDB">
        <w:rPr>
          <w:rFonts w:ascii="Arial" w:hAnsi="Arial" w:cs="Arial"/>
          <w:color w:val="444444"/>
          <w:szCs w:val="18"/>
        </w:rPr>
        <w:t xml:space="preserve"> your specific</w:t>
      </w:r>
      <w:r w:rsidRPr="00181698">
        <w:rPr>
          <w:rFonts w:ascii="Arial" w:hAnsi="Arial" w:cs="Arial"/>
          <w:color w:val="444444"/>
          <w:szCs w:val="18"/>
        </w:rPr>
        <w:t xml:space="preserve"> needs.</w:t>
      </w:r>
    </w:p>
    <w:p w:rsidR="00131FDB" w:rsidRDefault="00131FDB" w:rsidP="00840DF7">
      <w:pPr>
        <w:autoSpaceDE w:val="0"/>
        <w:autoSpaceDN w:val="0"/>
        <w:adjustRightInd w:val="0"/>
        <w:spacing w:after="0"/>
        <w:rPr>
          <w:rFonts w:ascii="Arial" w:hAnsi="Arial" w:cs="Arial"/>
          <w:color w:val="70767C"/>
          <w:szCs w:val="18"/>
        </w:rPr>
      </w:pPr>
    </w:p>
    <w:p w:rsidR="00B14AF5" w:rsidRDefault="00131FDB" w:rsidP="00B14AF5">
      <w:pPr>
        <w:pStyle w:val="Heading2"/>
      </w:pPr>
      <w:r>
        <w:t>Hardware solutions</w:t>
      </w:r>
    </w:p>
    <w:p w:rsidR="00131FDB" w:rsidRPr="00B14AF5" w:rsidRDefault="00131FDB" w:rsidP="00B14AF5">
      <w:pPr>
        <w:rPr>
          <w:rFonts w:ascii="Arial" w:hAnsi="Arial" w:cs="Arial"/>
          <w:color w:val="444444"/>
          <w:szCs w:val="18"/>
        </w:rPr>
      </w:pPr>
      <w:r w:rsidRPr="00B14AF5">
        <w:rPr>
          <w:rFonts w:ascii="Arial" w:hAnsi="Arial" w:cs="Arial"/>
          <w:color w:val="444444"/>
          <w:szCs w:val="18"/>
        </w:rPr>
        <w:t xml:space="preserve">Together with our partners Motorola and Wincor Nixdorf we are dedicated to providing you with </w:t>
      </w:r>
      <w:r w:rsidRPr="00B14AF5">
        <w:rPr>
          <w:b/>
          <w:bCs/>
        </w:rPr>
        <w:t xml:space="preserve">best PSS and POS hardware </w:t>
      </w:r>
      <w:r w:rsidRPr="00B14AF5">
        <w:rPr>
          <w:rFonts w:ascii="Arial" w:hAnsi="Arial" w:cs="Arial"/>
          <w:color w:val="444444"/>
          <w:szCs w:val="18"/>
        </w:rPr>
        <w:t>options that fit your needs.</w:t>
      </w:r>
    </w:p>
    <w:p w:rsidR="00131FDB" w:rsidRDefault="00131FDB" w:rsidP="00840DF7">
      <w:pPr>
        <w:autoSpaceDE w:val="0"/>
        <w:autoSpaceDN w:val="0"/>
        <w:adjustRightInd w:val="0"/>
        <w:spacing w:after="0"/>
        <w:rPr>
          <w:rFonts w:ascii="Arial" w:hAnsi="Arial" w:cs="Arial"/>
          <w:color w:val="444444"/>
          <w:szCs w:val="18"/>
        </w:rPr>
      </w:pPr>
    </w:p>
    <w:p w:rsidR="00131FDB" w:rsidRDefault="00131FDB" w:rsidP="00840DF7">
      <w:pPr>
        <w:autoSpaceDE w:val="0"/>
        <w:autoSpaceDN w:val="0"/>
        <w:adjustRightInd w:val="0"/>
        <w:spacing w:after="0"/>
        <w:rPr>
          <w:rFonts w:asciiTheme="majorHAnsi" w:eastAsiaTheme="majorEastAsia" w:hAnsiTheme="majorHAnsi" w:cstheme="majorBidi"/>
          <w:bCs/>
          <w:color w:val="99CB38" w:themeColor="accent1"/>
          <w:sz w:val="24"/>
          <w:szCs w:val="26"/>
        </w:rPr>
      </w:pPr>
      <w:r w:rsidRPr="00131FDB">
        <w:rPr>
          <w:rFonts w:asciiTheme="majorHAnsi" w:eastAsiaTheme="majorEastAsia" w:hAnsiTheme="majorHAnsi" w:cstheme="majorBidi"/>
          <w:bCs/>
          <w:color w:val="99CB38" w:themeColor="accent1"/>
          <w:sz w:val="24"/>
          <w:szCs w:val="26"/>
        </w:rPr>
        <w:t>Software Solutions</w:t>
      </w:r>
    </w:p>
    <w:p w:rsidR="00131FDB" w:rsidRDefault="00131FDB" w:rsidP="00840DF7">
      <w:pPr>
        <w:autoSpaceDE w:val="0"/>
        <w:autoSpaceDN w:val="0"/>
        <w:adjustRightInd w:val="0"/>
        <w:spacing w:after="0"/>
        <w:rPr>
          <w:rFonts w:ascii="Arial" w:hAnsi="Arial" w:cs="Arial"/>
          <w:color w:val="444444"/>
          <w:szCs w:val="18"/>
        </w:rPr>
      </w:pPr>
      <w:r w:rsidRPr="00131FDB">
        <w:rPr>
          <w:rFonts w:ascii="Arial" w:hAnsi="Arial" w:cs="Arial"/>
          <w:color w:val="444444"/>
          <w:szCs w:val="18"/>
        </w:rPr>
        <w:t xml:space="preserve">Re-Vision </w:t>
      </w:r>
      <w:r w:rsidR="00B14AF5">
        <w:rPr>
          <w:rFonts w:ascii="Arial" w:hAnsi="Arial" w:cs="Arial"/>
          <w:color w:val="444444"/>
          <w:szCs w:val="18"/>
        </w:rPr>
        <w:t xml:space="preserve">a </w:t>
      </w:r>
      <w:r w:rsidR="00B14AF5" w:rsidRPr="00131FDB">
        <w:rPr>
          <w:rFonts w:ascii="Arial" w:hAnsi="Arial" w:cs="Arial"/>
          <w:color w:val="444444"/>
          <w:szCs w:val="18"/>
        </w:rPr>
        <w:t>le</w:t>
      </w:r>
      <w:r w:rsidR="00B14AF5">
        <w:rPr>
          <w:rFonts w:ascii="Arial" w:hAnsi="Arial" w:cs="Arial"/>
          <w:color w:val="444444"/>
          <w:szCs w:val="18"/>
        </w:rPr>
        <w:t xml:space="preserve">ading global provider of mobile </w:t>
      </w:r>
      <w:r w:rsidR="00B14AF5" w:rsidRPr="00131FDB">
        <w:rPr>
          <w:rFonts w:ascii="Arial" w:hAnsi="Arial" w:cs="Arial"/>
          <w:color w:val="444444"/>
          <w:szCs w:val="18"/>
        </w:rPr>
        <w:t>self-scanning solutions</w:t>
      </w:r>
      <w:r w:rsidR="00B14AF5">
        <w:rPr>
          <w:rFonts w:ascii="Arial" w:hAnsi="Arial" w:cs="Arial"/>
          <w:color w:val="444444"/>
          <w:szCs w:val="18"/>
        </w:rPr>
        <w:t xml:space="preserve"> </w:t>
      </w:r>
      <w:r>
        <w:rPr>
          <w:rFonts w:ascii="Arial" w:hAnsi="Arial" w:cs="Arial"/>
          <w:color w:val="444444"/>
          <w:szCs w:val="18"/>
        </w:rPr>
        <w:t>has</w:t>
      </w:r>
      <w:r w:rsidR="00691049">
        <w:rPr>
          <w:rFonts w:ascii="Arial" w:hAnsi="Arial" w:cs="Arial"/>
          <w:color w:val="444444"/>
          <w:szCs w:val="18"/>
        </w:rPr>
        <w:t xml:space="preserve"> been selected to partner with us.</w:t>
      </w:r>
    </w:p>
    <w:p w:rsidR="00131FDB" w:rsidRDefault="00B14AF5" w:rsidP="00840DF7">
      <w:pPr>
        <w:autoSpaceDE w:val="0"/>
        <w:autoSpaceDN w:val="0"/>
        <w:adjustRightInd w:val="0"/>
        <w:spacing w:after="0"/>
        <w:rPr>
          <w:rFonts w:ascii="Arial" w:hAnsi="Arial" w:cs="Arial"/>
          <w:color w:val="444444"/>
          <w:szCs w:val="18"/>
        </w:rPr>
      </w:pPr>
      <w:r>
        <w:rPr>
          <w:rFonts w:ascii="Arial" w:hAnsi="Arial" w:cs="Arial"/>
          <w:color w:val="444444"/>
          <w:szCs w:val="18"/>
        </w:rPr>
        <w:t xml:space="preserve">We ensure a seamless integration of </w:t>
      </w:r>
      <w:r w:rsidR="004166C4">
        <w:rPr>
          <w:rFonts w:ascii="Arial" w:hAnsi="Arial" w:cs="Arial"/>
          <w:color w:val="444444"/>
          <w:szCs w:val="18"/>
        </w:rPr>
        <w:t xml:space="preserve">Re-vision’s system with </w:t>
      </w:r>
      <w:r>
        <w:rPr>
          <w:rFonts w:ascii="Arial" w:hAnsi="Arial" w:cs="Arial"/>
          <w:color w:val="444444"/>
          <w:szCs w:val="18"/>
        </w:rPr>
        <w:t xml:space="preserve">Wincor POS software </w:t>
      </w:r>
      <w:r w:rsidR="004166C4">
        <w:rPr>
          <w:rFonts w:ascii="Arial" w:hAnsi="Arial" w:cs="Arial"/>
          <w:color w:val="444444"/>
          <w:szCs w:val="18"/>
        </w:rPr>
        <w:t xml:space="preserve">and a CRM system </w:t>
      </w:r>
      <w:r>
        <w:rPr>
          <w:rFonts w:ascii="Arial" w:hAnsi="Arial" w:cs="Arial"/>
          <w:color w:val="444444"/>
          <w:szCs w:val="18"/>
        </w:rPr>
        <w:t>and help retailers to stand out in competitive market.</w:t>
      </w:r>
    </w:p>
    <w:p w:rsidR="00131FDB" w:rsidRDefault="00131FDB" w:rsidP="00840DF7">
      <w:pPr>
        <w:autoSpaceDE w:val="0"/>
        <w:autoSpaceDN w:val="0"/>
        <w:adjustRightInd w:val="0"/>
        <w:spacing w:after="0"/>
        <w:rPr>
          <w:rFonts w:ascii="Arial" w:hAnsi="Arial" w:cs="Arial"/>
          <w:color w:val="444444"/>
          <w:szCs w:val="18"/>
        </w:rPr>
      </w:pPr>
    </w:p>
    <w:p w:rsidR="00B14AF5" w:rsidRDefault="00B14AF5" w:rsidP="00840DF7">
      <w:pPr>
        <w:autoSpaceDE w:val="0"/>
        <w:autoSpaceDN w:val="0"/>
        <w:adjustRightInd w:val="0"/>
        <w:spacing w:after="0"/>
        <w:rPr>
          <w:rFonts w:ascii="Arial" w:hAnsi="Arial" w:cs="Arial"/>
          <w:color w:val="444444"/>
          <w:szCs w:val="18"/>
        </w:rPr>
      </w:pPr>
    </w:p>
    <w:p w:rsidR="00B14AF5" w:rsidRDefault="00B14AF5" w:rsidP="00B14AF5">
      <w:pPr>
        <w:autoSpaceDE w:val="0"/>
        <w:autoSpaceDN w:val="0"/>
        <w:adjustRightInd w:val="0"/>
        <w:spacing w:after="0"/>
        <w:rPr>
          <w:rFonts w:ascii="AGaramondPro-Regular" w:hAnsi="AGaramondPro-Regular" w:cs="AGaramondPro-Regular"/>
          <w:color w:val="00033D"/>
          <w:sz w:val="24"/>
          <w:szCs w:val="24"/>
        </w:rPr>
      </w:pPr>
    </w:p>
    <w:p w:rsidR="00B14AF5" w:rsidRPr="007A4F8D" w:rsidRDefault="00B14AF5" w:rsidP="007A4F8D">
      <w:pPr>
        <w:pStyle w:val="Heading2"/>
      </w:pPr>
      <w:r>
        <w:t>Service solutions</w:t>
      </w:r>
    </w:p>
    <w:p w:rsidR="007A4F8D" w:rsidRDefault="00B14AF5" w:rsidP="007A4F8D">
      <w:pPr>
        <w:pStyle w:val="SidebarHeading"/>
        <w:rPr>
          <w:rFonts w:ascii="Arial" w:hAnsi="Arial" w:cs="Arial"/>
          <w:color w:val="444444"/>
          <w:sz w:val="18"/>
          <w:szCs w:val="18"/>
        </w:rPr>
      </w:pPr>
      <w:r w:rsidRPr="00CB4588">
        <w:rPr>
          <w:rFonts w:ascii="Arial" w:hAnsi="Arial" w:cs="Arial"/>
          <w:color w:val="444444"/>
          <w:sz w:val="18"/>
          <w:szCs w:val="18"/>
        </w:rPr>
        <w:t>Business DNA will</w:t>
      </w:r>
      <w:r w:rsidR="00CB4588" w:rsidRPr="00CB4588">
        <w:rPr>
          <w:rFonts w:ascii="Arial" w:hAnsi="Arial" w:cs="Arial"/>
          <w:color w:val="444444"/>
          <w:sz w:val="18"/>
          <w:szCs w:val="18"/>
        </w:rPr>
        <w:t xml:space="preserve"> provide a superior service and tailor</w:t>
      </w:r>
      <w:r w:rsidRPr="00CB4588">
        <w:rPr>
          <w:rFonts w:ascii="Arial" w:hAnsi="Arial" w:cs="Arial"/>
          <w:color w:val="444444"/>
          <w:sz w:val="18"/>
          <w:szCs w:val="18"/>
        </w:rPr>
        <w:t xml:space="preserve"> a solution that perfectly </w:t>
      </w:r>
      <w:r w:rsidR="00CB4588" w:rsidRPr="00CB4588">
        <w:rPr>
          <w:rFonts w:ascii="Arial" w:hAnsi="Arial" w:cs="Arial"/>
          <w:color w:val="444444"/>
          <w:sz w:val="18"/>
          <w:szCs w:val="18"/>
        </w:rPr>
        <w:t>fits into your long term objectives. We are avai</w:t>
      </w:r>
      <w:r w:rsidR="00CB4588" w:rsidRPr="007A4F8D">
        <w:rPr>
          <w:rFonts w:ascii="Arial" w:hAnsi="Arial" w:cs="Arial"/>
          <w:color w:val="444444"/>
          <w:sz w:val="18"/>
          <w:szCs w:val="18"/>
        </w:rPr>
        <w:t>lable as one point of contact</w:t>
      </w:r>
      <w:r w:rsidR="00CB4588" w:rsidRPr="00CB4588">
        <w:rPr>
          <w:rFonts w:ascii="Arial" w:hAnsi="Arial" w:cs="Arial"/>
          <w:color w:val="444444"/>
          <w:sz w:val="18"/>
          <w:szCs w:val="18"/>
        </w:rPr>
        <w:t xml:space="preserve"> </w:t>
      </w:r>
      <w:r w:rsidR="00CB4588">
        <w:rPr>
          <w:rFonts w:ascii="Arial" w:hAnsi="Arial" w:cs="Arial"/>
          <w:color w:val="444444"/>
          <w:sz w:val="18"/>
          <w:szCs w:val="18"/>
        </w:rPr>
        <w:t xml:space="preserve">from procurement, through implementation, </w:t>
      </w:r>
      <w:r w:rsidR="00CB4588" w:rsidRPr="007A4F8D">
        <w:rPr>
          <w:rFonts w:ascii="Arial" w:hAnsi="Arial" w:cs="Arial"/>
          <w:color w:val="444444"/>
          <w:sz w:val="18"/>
          <w:szCs w:val="18"/>
        </w:rPr>
        <w:t xml:space="preserve">to </w:t>
      </w:r>
      <w:r w:rsidR="00CB4588">
        <w:rPr>
          <w:rFonts w:ascii="Arial" w:hAnsi="Arial" w:cs="Arial"/>
          <w:color w:val="444444"/>
          <w:sz w:val="18"/>
          <w:szCs w:val="18"/>
        </w:rPr>
        <w:t>ongoing support</w:t>
      </w:r>
      <w:r w:rsidR="00CB4588" w:rsidRPr="007A4F8D">
        <w:rPr>
          <w:rFonts w:ascii="Arial" w:hAnsi="Arial" w:cs="Arial"/>
          <w:color w:val="444444"/>
          <w:sz w:val="18"/>
          <w:szCs w:val="18"/>
        </w:rPr>
        <w:t xml:space="preserve"> to ensure</w:t>
      </w:r>
      <w:r w:rsidR="00CB4588" w:rsidRPr="00CB4588">
        <w:rPr>
          <w:rFonts w:ascii="Arial" w:hAnsi="Arial" w:cs="Arial"/>
          <w:color w:val="444444"/>
          <w:sz w:val="18"/>
          <w:szCs w:val="18"/>
        </w:rPr>
        <w:t xml:space="preserve"> the highest ROI from your hardware a</w:t>
      </w:r>
      <w:r w:rsidR="007A4F8D">
        <w:rPr>
          <w:rFonts w:ascii="Arial" w:hAnsi="Arial" w:cs="Arial"/>
          <w:color w:val="444444"/>
          <w:sz w:val="18"/>
          <w:szCs w:val="18"/>
        </w:rPr>
        <w:t xml:space="preserve">nd </w:t>
      </w:r>
      <w:r w:rsidR="00CB4588" w:rsidRPr="00CB4588">
        <w:rPr>
          <w:rFonts w:ascii="Arial" w:hAnsi="Arial" w:cs="Arial"/>
          <w:color w:val="444444"/>
          <w:sz w:val="18"/>
          <w:szCs w:val="18"/>
        </w:rPr>
        <w:t>software investment</w:t>
      </w:r>
      <w:r w:rsidR="00CB4588" w:rsidRPr="007A4F8D">
        <w:rPr>
          <w:rFonts w:ascii="Arial" w:hAnsi="Arial" w:cs="Arial"/>
          <w:color w:val="444444"/>
          <w:sz w:val="18"/>
          <w:szCs w:val="18"/>
        </w:rPr>
        <w:t>.</w:t>
      </w:r>
      <w:r w:rsidR="00691049" w:rsidRPr="007A4F8D">
        <w:rPr>
          <w:rFonts w:ascii="Arial" w:hAnsi="Arial" w:cs="Arial"/>
          <w:color w:val="444444"/>
          <w:sz w:val="18"/>
          <w:szCs w:val="18"/>
        </w:rPr>
        <w:t xml:space="preserve">  </w:t>
      </w:r>
    </w:p>
    <w:p w:rsidR="007A4F8D" w:rsidRDefault="007A4F8D" w:rsidP="007A4F8D">
      <w:pPr>
        <w:pStyle w:val="SidebarHeading"/>
        <w:rPr>
          <w:noProof/>
        </w:rPr>
      </w:pPr>
      <w:r>
        <w:rPr>
          <w:rFonts w:ascii="Arial" w:hAnsi="Arial" w:cs="Arial"/>
          <w:color w:val="444444"/>
          <w:sz w:val="18"/>
          <w:szCs w:val="18"/>
        </w:rPr>
        <w:br w:type="column"/>
      </w:r>
      <w:r w:rsidR="00691049">
        <w:rPr>
          <w:rFonts w:ascii="AGaramondPro-Regular" w:hAnsi="AGaramondPro-Regular" w:cs="AGaramondPro-Regular"/>
          <w:color w:val="00033D"/>
        </w:rPr>
        <w:lastRenderedPageBreak/>
        <w:t>.</w:t>
      </w:r>
      <w:r w:rsidR="00691049" w:rsidRPr="00691049">
        <w:rPr>
          <w:noProof/>
        </w:rPr>
        <w:t xml:space="preserve"> </w:t>
      </w:r>
    </w:p>
    <w:p w:rsidR="007A4F8D" w:rsidRDefault="007A4F8D" w:rsidP="007A4F8D">
      <w:pPr>
        <w:pStyle w:val="SidebarHeading"/>
      </w:pPr>
      <w:r>
        <w:rPr>
          <w:noProof/>
        </w:rPr>
        <w:drawing>
          <wp:inline distT="0" distB="0" distL="0" distR="0" wp14:anchorId="0FD7C2C1" wp14:editId="63573190">
            <wp:extent cx="1889521" cy="1751659"/>
            <wp:effectExtent l="0" t="0" r="0" b="127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521" cy="1751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A4F8D">
        <w:t xml:space="preserve"> </w:t>
      </w:r>
    </w:p>
    <w:p w:rsidR="007A4F8D" w:rsidRDefault="007A4F8D" w:rsidP="007A4F8D">
      <w:pPr>
        <w:pStyle w:val="SidebarHeading"/>
      </w:pPr>
      <w:r>
        <w:t>MK 4000</w:t>
      </w:r>
    </w:p>
    <w:p w:rsidR="007A4F8D" w:rsidRDefault="007A4F8D" w:rsidP="007A4F8D">
      <w:pPr>
        <w:pStyle w:val="SidebarHeading"/>
      </w:pPr>
    </w:p>
    <w:p w:rsidR="00691049" w:rsidRPr="00CB4588" w:rsidRDefault="00691049" w:rsidP="00691049">
      <w:pPr>
        <w:autoSpaceDE w:val="0"/>
        <w:autoSpaceDN w:val="0"/>
        <w:adjustRightInd w:val="0"/>
        <w:spacing w:after="0"/>
        <w:rPr>
          <w:rFonts w:ascii="Arial" w:hAnsi="Arial" w:cs="Arial"/>
          <w:color w:val="444444"/>
          <w:szCs w:val="18"/>
        </w:rPr>
      </w:pPr>
      <w:r>
        <w:rPr>
          <w:noProof/>
        </w:rPr>
        <w:drawing>
          <wp:inline distT="0" distB="0" distL="0" distR="0" wp14:anchorId="2354138A" wp14:editId="6B7E60BC">
            <wp:extent cx="2133600" cy="1751330"/>
            <wp:effectExtent l="0" t="0" r="0" b="1270"/>
            <wp:docPr id="59" name="Picture 59" descr="MC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75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049" w:rsidRDefault="00691049" w:rsidP="00691049">
      <w:pPr>
        <w:autoSpaceDE w:val="0"/>
        <w:autoSpaceDN w:val="0"/>
        <w:adjustRightInd w:val="0"/>
        <w:spacing w:after="0"/>
        <w:rPr>
          <w:rFonts w:ascii="AGaramondPro-Regular" w:hAnsi="AGaramondPro-Regular" w:cs="AGaramondPro-Regular"/>
          <w:color w:val="00033D"/>
          <w:sz w:val="24"/>
          <w:szCs w:val="24"/>
        </w:rPr>
      </w:pPr>
    </w:p>
    <w:p w:rsidR="00691049" w:rsidRDefault="00691049" w:rsidP="00691049">
      <w:pPr>
        <w:autoSpaceDE w:val="0"/>
        <w:autoSpaceDN w:val="0"/>
        <w:adjustRightInd w:val="0"/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6A51F0B3" wp14:editId="648BEC26">
                <wp:simplePos x="0" y="0"/>
                <wp:positionH relativeFrom="margin">
                  <wp:posOffset>-3810</wp:posOffset>
                </wp:positionH>
                <wp:positionV relativeFrom="page">
                  <wp:posOffset>4288155</wp:posOffset>
                </wp:positionV>
                <wp:extent cx="4524375" cy="1000125"/>
                <wp:effectExtent l="0" t="0" r="9525" b="9525"/>
                <wp:wrapSquare wrapText="bothSides"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4375" cy="1000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1049" w:rsidRDefault="00691049" w:rsidP="00691049">
                            <w:pPr>
                              <w:pStyle w:val="Heading1"/>
                            </w:pPr>
                            <w:r>
                              <w:t>Business DNA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51F0B3"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position:absolute;margin-left:-.3pt;margin-top:337.65pt;width:356.25pt;height:78.7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" o:allowincell="f" filled="f" stroked="f" strokeweight=".5pt">
                <v:textbox inset="0,0,0,0">
                  <w:txbxContent>
                    <w:p w:rsidR="00691049" w:rsidRDefault="00691049" w:rsidP="00691049">
                      <w:pPr>
                        <w:pStyle w:val="Heading1"/>
                      </w:pPr>
                      <w:r>
                        <w:t>Business DNA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Pr="00CB4588">
        <w:rPr>
          <w:lang w:val="en"/>
        </w:rPr>
        <w:t xml:space="preserve"> </w:t>
      </w:r>
    </w:p>
    <w:p w:rsidR="00691049" w:rsidRDefault="00691049" w:rsidP="00691049">
      <w:pPr>
        <w:pStyle w:val="SidebarHeading"/>
      </w:pPr>
      <w:r>
        <w:t>Motorola MC 17</w:t>
      </w:r>
    </w:p>
    <w:p w:rsidR="00B14AF5" w:rsidRPr="00CB4588" w:rsidRDefault="00B14AF5" w:rsidP="00B14AF5">
      <w:pPr>
        <w:autoSpaceDE w:val="0"/>
        <w:autoSpaceDN w:val="0"/>
        <w:adjustRightInd w:val="0"/>
        <w:spacing w:after="0"/>
        <w:rPr>
          <w:rFonts w:ascii="Arial" w:hAnsi="Arial" w:cs="Arial"/>
          <w:color w:val="444444"/>
          <w:szCs w:val="18"/>
        </w:rPr>
      </w:pPr>
    </w:p>
    <w:p w:rsidR="00CB4588" w:rsidRDefault="00CB4588" w:rsidP="00B14AF5">
      <w:pPr>
        <w:autoSpaceDE w:val="0"/>
        <w:autoSpaceDN w:val="0"/>
        <w:adjustRightInd w:val="0"/>
        <w:spacing w:after="0"/>
        <w:rPr>
          <w:rFonts w:ascii="AGaramondPro-Regular" w:hAnsi="AGaramondPro-Regular" w:cs="AGaramondPro-Regular"/>
          <w:color w:val="00033D"/>
          <w:sz w:val="24"/>
          <w:szCs w:val="24"/>
        </w:rPr>
      </w:pPr>
    </w:p>
    <w:p w:rsidR="00FD2BB6" w:rsidRDefault="00CB4588" w:rsidP="00CB4588">
      <w:pPr>
        <w:autoSpaceDE w:val="0"/>
        <w:autoSpaceDN w:val="0"/>
        <w:adjustRightInd w:val="0"/>
        <w:spacing w:after="0"/>
      </w:pPr>
      <w:r w:rsidRPr="00CB4588">
        <w:rPr>
          <w:lang w:val="en"/>
        </w:rPr>
        <w:t xml:space="preserve"> </w:t>
      </w:r>
    </w:p>
    <w:p w:rsidR="00FD2BB6" w:rsidRDefault="00FD2BB6" w:rsidP="00FD2BB6">
      <w:pPr>
        <w:pStyle w:val="SidebarText"/>
      </w:pPr>
    </w:p>
    <w:p w:rsidR="00FD2BB6" w:rsidRDefault="00FD2BB6" w:rsidP="00FD2BB6">
      <w:pPr>
        <w:pStyle w:val="PageReference"/>
        <w:rPr>
          <w:rStyle w:val="PageNumber"/>
          <w:color w:val="000000" w:themeColor="text1"/>
          <w14:textFill>
            <w14:solidFill>
              <w14:schemeClr w14:val="tx1">
                <w14:lumMod w14:val="65000"/>
                <w14:lumOff w14:val="35000"/>
                <w14:lumMod w14:val="65000"/>
                <w14:lumOff w14:val="35000"/>
                <w14:lumMod w14:val="65000"/>
              </w14:schemeClr>
            </w14:solidFill>
          </w14:textFill>
        </w:rPr>
      </w:pPr>
    </w:p>
    <w:p w:rsidR="00FD2BB6" w:rsidRDefault="00FD2BB6" w:rsidP="00FD2BB6">
      <w:pPr>
        <w:pStyle w:val="Sidebarphoto"/>
      </w:pPr>
    </w:p>
    <w:p w:rsidR="00FD2BB6" w:rsidRDefault="00FD2BB6" w:rsidP="00FD2BB6">
      <w:pPr>
        <w:pStyle w:val="SidebarHeading"/>
        <w:rPr>
          <w:rFonts w:asciiTheme="minorHAnsi" w:hAnsiTheme="minorHAnsi"/>
          <w:bCs/>
          <w:color w:val="262626" w:themeColor="text1" w:themeTint="D9"/>
          <w:sz w:val="18"/>
          <w:szCs w:val="22"/>
        </w:rPr>
      </w:pPr>
    </w:p>
    <w:p w:rsidR="00FD2BB6" w:rsidRDefault="00FD2BB6" w:rsidP="00FD2BB6">
      <w:pPr>
        <w:pStyle w:val="SidebarText"/>
        <w:rPr>
          <w:sz w:val="18"/>
        </w:rPr>
      </w:pPr>
    </w:p>
    <w:p w:rsidR="00FD2BB6" w:rsidRDefault="00FD2BB6" w:rsidP="00CB4588">
      <w:pPr>
        <w:pStyle w:val="PageReference"/>
        <w:jc w:val="left"/>
      </w:pPr>
    </w:p>
    <w:tbl>
      <w:tblPr>
        <w:tblStyle w:val="TableGrid"/>
        <w:tblpPr w:leftFromText="180" w:rightFromText="180" w:vertAnchor="text" w:horzAnchor="page" w:tblpX="1546" w:tblpY="2923"/>
        <w:tblW w:w="832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Description w:val="Information Box"/>
      </w:tblPr>
      <w:tblGrid>
        <w:gridCol w:w="5596"/>
      </w:tblGrid>
      <w:tr w:rsidR="00487688" w:rsidTr="00181698">
        <w:trPr>
          <w:trHeight w:val="221"/>
        </w:trPr>
        <w:tc>
          <w:tcPr>
            <w:tcW w:w="5596" w:type="dxa"/>
            <w:shd w:val="clear" w:color="auto" w:fill="99CB38" w:themeFill="accent1"/>
            <w:tcMar>
              <w:left w:w="0" w:type="dxa"/>
              <w:right w:w="115" w:type="dxa"/>
            </w:tcMar>
            <w:vAlign w:val="center"/>
          </w:tcPr>
          <w:p w:rsidR="00487688" w:rsidRDefault="00487688" w:rsidP="00487688">
            <w:pPr>
              <w:pStyle w:val="Heading4"/>
              <w:outlineLvl w:val="3"/>
              <w:rPr>
                <w:lang w:val="en"/>
              </w:rPr>
            </w:pPr>
            <w:r>
              <w:rPr>
                <w:lang w:val="en"/>
              </w:rPr>
              <w:t>First digital Retail experience in Middle East</w:t>
            </w:r>
          </w:p>
        </w:tc>
      </w:tr>
      <w:tr w:rsidR="00487688" w:rsidTr="00181698">
        <w:trPr>
          <w:trHeight w:val="5125"/>
        </w:trPr>
        <w:tc>
          <w:tcPr>
            <w:tcW w:w="5596" w:type="dxa"/>
            <w:shd w:val="clear" w:color="auto" w:fill="F2F2F2" w:themeFill="background1" w:themeFillShade="F2"/>
            <w:tcMar>
              <w:top w:w="144" w:type="dxa"/>
              <w:left w:w="216" w:type="dxa"/>
              <w:right w:w="144" w:type="dxa"/>
            </w:tcMar>
            <w:vAlign w:val="center"/>
          </w:tcPr>
          <w:p w:rsidR="00487688" w:rsidRDefault="00487688" w:rsidP="00487688">
            <w:pPr>
              <w:rPr>
                <w:rFonts w:asciiTheme="majorHAnsi" w:eastAsiaTheme="majorEastAsia" w:hAnsiTheme="majorHAnsi" w:cstheme="majorBidi"/>
                <w:bCs/>
                <w:color w:val="99CB38" w:themeColor="accent1"/>
                <w:sz w:val="24"/>
                <w:szCs w:val="26"/>
              </w:rPr>
            </w:pPr>
            <w:r w:rsidRPr="00487688">
              <w:rPr>
                <w:rFonts w:asciiTheme="majorHAnsi" w:eastAsiaTheme="majorEastAsia" w:hAnsiTheme="majorHAnsi" w:cstheme="majorBidi"/>
                <w:bCs/>
                <w:color w:val="99CB38" w:themeColor="accent1"/>
                <w:sz w:val="24"/>
                <w:szCs w:val="26"/>
              </w:rPr>
              <w:t>Innovation:</w:t>
            </w:r>
          </w:p>
          <w:p w:rsidR="00487688" w:rsidRDefault="00487688" w:rsidP="00487688">
            <w:pPr>
              <w:pStyle w:val="ListParagraph"/>
              <w:numPr>
                <w:ilvl w:val="0"/>
                <w:numId w:val="10"/>
              </w:numPr>
            </w:pPr>
            <w:r>
              <w:t xml:space="preserve">Faster checkout times </w:t>
            </w:r>
          </w:p>
          <w:p w:rsidR="00487688" w:rsidRDefault="00487688" w:rsidP="00487688">
            <w:pPr>
              <w:pStyle w:val="ListParagraph"/>
              <w:numPr>
                <w:ilvl w:val="0"/>
                <w:numId w:val="10"/>
              </w:numPr>
            </w:pPr>
            <w:r>
              <w:t>Cross – sell and up-sell promotions on the screen to ensure customer engagement</w:t>
            </w:r>
          </w:p>
          <w:p w:rsidR="00487688" w:rsidRDefault="00487688" w:rsidP="00487688">
            <w:pPr>
              <w:pStyle w:val="ListParagraph"/>
              <w:numPr>
                <w:ilvl w:val="0"/>
                <w:numId w:val="10"/>
              </w:numPr>
            </w:pPr>
            <w:r>
              <w:t>Targeted promotions and exclusive rewards</w:t>
            </w:r>
          </w:p>
          <w:p w:rsidR="00487688" w:rsidRDefault="00487688" w:rsidP="004876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444444"/>
                <w:szCs w:val="18"/>
              </w:rPr>
            </w:pPr>
          </w:p>
          <w:p w:rsidR="00487688" w:rsidRDefault="00487688" w:rsidP="00487688">
            <w:pPr>
              <w:autoSpaceDE w:val="0"/>
              <w:autoSpaceDN w:val="0"/>
              <w:adjustRightInd w:val="0"/>
              <w:spacing w:after="0"/>
              <w:rPr>
                <w:rFonts w:asciiTheme="majorHAnsi" w:eastAsiaTheme="majorEastAsia" w:hAnsiTheme="majorHAnsi" w:cstheme="majorBidi"/>
                <w:bCs/>
                <w:color w:val="99CB38" w:themeColor="accent1"/>
                <w:sz w:val="24"/>
                <w:szCs w:val="26"/>
              </w:rPr>
            </w:pPr>
            <w:r>
              <w:rPr>
                <w:rFonts w:asciiTheme="majorHAnsi" w:eastAsiaTheme="majorEastAsia" w:hAnsiTheme="majorHAnsi" w:cstheme="majorBidi"/>
                <w:bCs/>
                <w:color w:val="99CB38" w:themeColor="accent1"/>
                <w:sz w:val="24"/>
                <w:szCs w:val="26"/>
              </w:rPr>
              <w:t>Shopping experience</w:t>
            </w:r>
          </w:p>
          <w:p w:rsidR="00487688" w:rsidRDefault="00487688" w:rsidP="00487688">
            <w:pPr>
              <w:pStyle w:val="ListParagraph"/>
              <w:rPr>
                <w:lang w:val="en"/>
              </w:rPr>
            </w:pPr>
            <w:r>
              <w:rPr>
                <w:lang w:val="en"/>
              </w:rPr>
              <w:t xml:space="preserve">We help to make the shopping easier, faster and more rewarding. </w:t>
            </w:r>
          </w:p>
          <w:p w:rsidR="004166C4" w:rsidRDefault="004166C4" w:rsidP="00487688">
            <w:pPr>
              <w:pStyle w:val="ListParagraph"/>
              <w:rPr>
                <w:lang w:val="en"/>
              </w:rPr>
            </w:pPr>
          </w:p>
          <w:p w:rsidR="004166C4" w:rsidRDefault="004166C4" w:rsidP="00487688">
            <w:pPr>
              <w:pStyle w:val="ListParagraph"/>
              <w:rPr>
                <w:lang w:val="en"/>
              </w:rPr>
            </w:pPr>
            <w:bookmarkStart w:id="0" w:name="_GoBack"/>
            <w:bookmarkEnd w:id="0"/>
          </w:p>
          <w:p w:rsidR="00487688" w:rsidRDefault="00487688" w:rsidP="00487688">
            <w:pPr>
              <w:pStyle w:val="ListParagraph"/>
              <w:rPr>
                <w:lang w:val="en"/>
              </w:rPr>
            </w:pPr>
            <w:r>
              <w:rPr>
                <w:lang w:val="en"/>
              </w:rPr>
              <w:t>3 Easy Steps to shop:</w:t>
            </w:r>
          </w:p>
          <w:p w:rsidR="00487688" w:rsidRDefault="00487688" w:rsidP="00487688">
            <w:pPr>
              <w:pStyle w:val="ListParagraph"/>
              <w:rPr>
                <w:lang w:val="en"/>
              </w:rPr>
            </w:pPr>
          </w:p>
          <w:p w:rsidR="00487688" w:rsidRPr="004139D3" w:rsidRDefault="00487688" w:rsidP="00487688">
            <w:pPr>
              <w:pStyle w:val="ListParagraph"/>
              <w:numPr>
                <w:ilvl w:val="0"/>
                <w:numId w:val="11"/>
              </w:numPr>
            </w:pPr>
            <w:r>
              <w:rPr>
                <w:lang w:val="en"/>
              </w:rPr>
              <w:t>Register in our Loyalty system – Smart Shopper – now you can earn points with every Dirham spent</w:t>
            </w:r>
          </w:p>
          <w:p w:rsidR="00487688" w:rsidRDefault="00487688" w:rsidP="00487688">
            <w:pPr>
              <w:pStyle w:val="ListParagraph"/>
              <w:numPr>
                <w:ilvl w:val="0"/>
                <w:numId w:val="11"/>
              </w:numPr>
            </w:pPr>
            <w:r>
              <w:t xml:space="preserve">Scans the items as you </w:t>
            </w:r>
            <w:r w:rsidRPr="004139D3">
              <w:t>go round the shop and p</w:t>
            </w:r>
            <w:r>
              <w:t xml:space="preserve">ack them straight into the bags – now can also track your </w:t>
            </w:r>
            <w:proofErr w:type="spellStart"/>
            <w:r>
              <w:t>spendings</w:t>
            </w:r>
            <w:proofErr w:type="spellEnd"/>
          </w:p>
          <w:p w:rsidR="00487688" w:rsidRDefault="00487688" w:rsidP="00487688">
            <w:pPr>
              <w:pStyle w:val="ListParagraph"/>
              <w:numPr>
                <w:ilvl w:val="0"/>
                <w:numId w:val="11"/>
              </w:numPr>
            </w:pPr>
            <w:r w:rsidRPr="004139D3">
              <w:t xml:space="preserve">When finished, </w:t>
            </w:r>
            <w:r>
              <w:t xml:space="preserve"> just pay and leave</w:t>
            </w:r>
          </w:p>
          <w:p w:rsidR="00487688" w:rsidRPr="00181698" w:rsidRDefault="00487688" w:rsidP="00181698">
            <w:proofErr w:type="gramStart"/>
            <w:r>
              <w:t>And</w:t>
            </w:r>
            <w:proofErr w:type="gramEnd"/>
            <w:r>
              <w:t xml:space="preserve"> don’t forget to turn your earned points into cash</w:t>
            </w:r>
            <w:r>
              <w:rPr>
                <w:noProof/>
              </w:rPr>
              <mc:AlternateContent>
                <mc:Choice Requires="wps">
                  <w:drawing>
                    <wp:anchor distT="228600" distB="0" distL="114300" distR="114300" simplePos="0" relativeHeight="251688960" behindDoc="0" locked="0" layoutInCell="0" allowOverlap="1" wp14:anchorId="2576F4D2" wp14:editId="5F9AD874">
                      <wp:simplePos x="0" y="0"/>
                      <wp:positionH relativeFrom="page">
                        <wp:posOffset>0</wp:posOffset>
                      </wp:positionH>
                      <wp:positionV relativeFrom="page">
                        <wp:posOffset>5151755</wp:posOffset>
                      </wp:positionV>
                      <wp:extent cx="7315200" cy="137160"/>
                      <wp:effectExtent l="0" t="0" r="0" b="0"/>
                      <wp:wrapTopAndBottom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15200" cy="1371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D1E37E" id="Rectangle 1" o:spid="_x0000_s1026" style="position:absolute;margin-left:0;margin-top:405.65pt;width:8in;height:10.8pt;z-index:251688960;visibility:visible;mso-wrap-style:square;mso-width-percent:0;mso-height-percent:0;mso-wrap-distance-left:9pt;mso-wrap-distance-top:18pt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" o:allowincell="f" fillcolor="#63a537 [3205]" stroked="f" strokeweight="2pt">
                      <w10:wrap type="topAndBottom" anchorx="page" anchory="page"/>
                    </v:rect>
                  </w:pict>
                </mc:Fallback>
              </mc:AlternateContent>
            </w:r>
            <w:r>
              <w:t>.</w:t>
            </w:r>
          </w:p>
        </w:tc>
      </w:tr>
    </w:tbl>
    <w:p w:rsidR="00FD2BB6" w:rsidRDefault="00616175" w:rsidP="00FD2BB6"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142B9A5" wp14:editId="17D8BF58">
                <wp:simplePos x="0" y="0"/>
                <wp:positionH relativeFrom="page">
                  <wp:align>right</wp:align>
                </wp:positionH>
                <wp:positionV relativeFrom="paragraph">
                  <wp:posOffset>1740535</wp:posOffset>
                </wp:positionV>
                <wp:extent cx="2232660" cy="119062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2660" cy="1190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1234" w:rsidRDefault="00616175" w:rsidP="00FD2BB6">
                            <w:pPr>
                              <w:pStyle w:val="Caption2"/>
                              <w:rPr>
                                <w:i w:val="0"/>
                                <w:color w:val="262626" w:themeColor="text1" w:themeTint="D9"/>
                                <w:sz w:val="1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3F30C2" wp14:editId="123E3E0C">
                                  <wp:extent cx="1466850" cy="899186"/>
                                  <wp:effectExtent l="0" t="0" r="0" b="0"/>
                                  <wp:docPr id="61" name="Picture 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8827" cy="9003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42B9A5" id="Text Box 22" o:spid="_x0000_s1027" type="#_x0000_t202" style="position:absolute;margin-left:124.6pt;margin-top:137.05pt;width:175.8pt;height:93.75pt;z-index:2516480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" filled="f" stroked="f" strokeweight=".5pt">
                <v:textbox>
                  <w:txbxContent>
                    <w:p w:rsidR="00D81234" w:rsidRDefault="00616175" w:rsidP="00FD2BB6">
                      <w:pPr>
                        <w:pStyle w:val="Caption2"/>
                        <w:rPr>
                          <w:i w:val="0"/>
                          <w:color w:val="262626" w:themeColor="text1" w:themeTint="D9"/>
                          <w:sz w:val="1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B3F30C2" wp14:editId="123E3E0C">
                            <wp:extent cx="1466850" cy="899186"/>
                            <wp:effectExtent l="0" t="0" r="0" b="0"/>
                            <wp:docPr id="61" name="Picture 6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8827" cy="9003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D2BB6">
        <w:br w:type="column"/>
      </w:r>
      <w:r w:rsidR="00FD2BB6">
        <w:rPr>
          <w:noProof/>
        </w:rPr>
        <w:drawing>
          <wp:anchor distT="0" distB="45720" distL="114300" distR="114300" simplePos="0" relativeHeight="251628544" behindDoc="0" locked="0" layoutInCell="0" allowOverlap="1" wp14:anchorId="7CF14811" wp14:editId="4F66B19B">
            <wp:simplePos x="0" y="0"/>
            <wp:positionH relativeFrom="page">
              <wp:posOffset>3452647</wp:posOffset>
            </wp:positionH>
            <wp:positionV relativeFrom="page">
              <wp:posOffset>1231250</wp:posOffset>
            </wp:positionV>
            <wp:extent cx="3948039" cy="1280575"/>
            <wp:effectExtent l="171450" t="342900" r="243205" b="47244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28747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698513">
                      <a:off x="0" y="0"/>
                      <a:ext cx="3960603" cy="12846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4775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2BB6">
        <w:rPr>
          <w:noProof/>
        </w:rPr>
        <mc:AlternateContent>
          <mc:Choice Requires="wps">
            <w:drawing>
              <wp:inline distT="0" distB="0" distL="0" distR="0" wp14:anchorId="31B863D9" wp14:editId="09DB3BD3">
                <wp:extent cx="2790825" cy="1137036"/>
                <wp:effectExtent l="0" t="0" r="9525" b="6350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0825" cy="11370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1234" w:rsidRDefault="00D81234" w:rsidP="00FD2BB6">
                            <w:pPr>
                              <w:pStyle w:val="Name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18288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1B863D9" id="Text Box 10" o:spid="_x0000_s1028" type="#_x0000_t202" style="width:219.75pt;height:89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" filled="f" stroked="f" strokeweight=".5pt">
                <v:textbox inset="0,14.4pt,0,0">
                  <w:txbxContent>
                    <w:p w:rsidR="00D81234" w:rsidRDefault="00D81234" w:rsidP="00FD2BB6">
                      <w:pPr>
                        <w:pStyle w:val="Nam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FD2BB6" w:rsidRDefault="00FD2BB6" w:rsidP="00691049"/>
    <w:p w:rsidR="00FD2BB6" w:rsidRDefault="00FD2BB6" w:rsidP="00FD2BB6">
      <w:pPr>
        <w:rPr>
          <w:lang w:val="en"/>
        </w:rPr>
        <w:sectPr w:rsidR="00FD2BB6">
          <w:type w:val="continuous"/>
          <w:pgSz w:w="12240" w:h="15840" w:code="1"/>
          <w:pgMar w:top="720" w:right="576" w:bottom="720" w:left="576" w:header="360" w:footer="720" w:gutter="0"/>
          <w:cols w:num="3" w:space="504"/>
          <w:titlePg/>
          <w:docGrid w:linePitch="360"/>
        </w:sectPr>
      </w:pPr>
    </w:p>
    <w:p w:rsidR="00FD2BB6" w:rsidRDefault="00FD2BB6" w:rsidP="00FD2BB6"/>
    <w:p w:rsidR="00FD2BB6" w:rsidRDefault="00FD2BB6" w:rsidP="00487688">
      <w:pPr>
        <w:pStyle w:val="NoSpacing"/>
      </w:pPr>
    </w:p>
    <w:sectPr w:rsidR="00FD2BB6">
      <w:headerReference w:type="default" r:id="rId17"/>
      <w:headerReference w:type="first" r:id="rId18"/>
      <w:type w:val="continuous"/>
      <w:pgSz w:w="12240" w:h="15840" w:code="1"/>
      <w:pgMar w:top="720" w:right="576" w:bottom="720" w:left="576" w:header="360" w:footer="720" w:gutter="0"/>
      <w:cols w:space="50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841" w:rsidRDefault="00700841">
      <w:pPr>
        <w:spacing w:after="0"/>
      </w:pPr>
      <w:r>
        <w:separator/>
      </w:r>
    </w:p>
    <w:p w:rsidR="00700841" w:rsidRDefault="00700841"/>
    <w:p w:rsidR="00700841" w:rsidRDefault="00700841"/>
  </w:endnote>
  <w:endnote w:type="continuationSeparator" w:id="0">
    <w:p w:rsidR="00700841" w:rsidRDefault="00700841">
      <w:pPr>
        <w:spacing w:after="0"/>
      </w:pPr>
      <w:r>
        <w:continuationSeparator/>
      </w:r>
    </w:p>
    <w:p w:rsidR="00700841" w:rsidRDefault="00700841"/>
    <w:p w:rsidR="00700841" w:rsidRDefault="007008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ramond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841" w:rsidRDefault="00700841">
      <w:pPr>
        <w:spacing w:after="0"/>
      </w:pPr>
      <w:r>
        <w:separator/>
      </w:r>
    </w:p>
    <w:p w:rsidR="00700841" w:rsidRDefault="00700841"/>
    <w:p w:rsidR="00700841" w:rsidRDefault="00700841"/>
  </w:footnote>
  <w:footnote w:type="continuationSeparator" w:id="0">
    <w:p w:rsidR="00700841" w:rsidRDefault="00700841">
      <w:pPr>
        <w:spacing w:after="0"/>
      </w:pPr>
      <w:r>
        <w:continuationSeparator/>
      </w:r>
    </w:p>
    <w:p w:rsidR="00700841" w:rsidRDefault="00700841"/>
    <w:p w:rsidR="00700841" w:rsidRDefault="007008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5183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46"/>
      <w:gridCol w:w="5748"/>
    </w:tblGrid>
    <w:tr w:rsidR="00D81234">
      <w:trPr>
        <w:jc w:val="center"/>
      </w:trPr>
      <w:tc>
        <w:tcPr>
          <w:tcW w:w="5746" w:type="dxa"/>
          <w:shd w:val="clear" w:color="auto" w:fill="auto"/>
        </w:tcPr>
        <w:p w:rsidR="00D81234" w:rsidRDefault="00700841">
          <w:pPr>
            <w:pStyle w:val="Header"/>
          </w:pPr>
          <w:sdt>
            <w:sdtPr>
              <w:alias w:val="Title"/>
              <w:tag w:val="Title"/>
              <w:id w:val="-1410927960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D81234">
                <w:t>Tailor made solutions for your retail Business</w:t>
              </w:r>
            </w:sdtContent>
          </w:sdt>
          <w:r w:rsidR="00D81234">
            <w:t xml:space="preserve"> </w:t>
          </w:r>
          <w:sdt>
            <w:sdtPr>
              <w:alias w:val="Subtitle"/>
              <w:tag w:val="Subtitle"/>
              <w:id w:val="-1824811844"/>
              <w:showingPlcHdr/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:text/>
            </w:sdtPr>
            <w:sdtEndPr/>
            <w:sdtContent>
              <w:r w:rsidR="00D81234">
                <w:t xml:space="preserve">     </w:t>
              </w:r>
            </w:sdtContent>
          </w:sdt>
          <w:r w:rsidR="00D81234">
            <w:t xml:space="preserve"> | </w:t>
          </w:r>
          <w:r w:rsidR="00D81234">
            <w:rPr>
              <w:rStyle w:val="IssueNumberChar"/>
              <w:caps w:val="0"/>
            </w:rPr>
            <w:t>Issue</w:t>
          </w:r>
          <w:r w:rsidR="00D81234">
            <w:rPr>
              <w:rStyle w:val="IssueNumberChar"/>
            </w:rPr>
            <w:t xml:space="preserve"> </w:t>
          </w:r>
          <w:sdt>
            <w:sdtPr>
              <w:rPr>
                <w:rStyle w:val="IssueNumberChar"/>
              </w:rPr>
              <w:alias w:val="Issue No."/>
              <w:tag w:val="Issue No."/>
              <w:id w:val="1475418499"/>
              <w:showingPlcHdr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>
              <w:rPr>
                <w:rStyle w:val="IssueNumberChar"/>
              </w:rPr>
            </w:sdtEndPr>
            <w:sdtContent>
              <w:r w:rsidR="00D81234">
                <w:rPr>
                  <w:rStyle w:val="IssueNumberChar"/>
                </w:rPr>
                <w:t>#</w:t>
              </w:r>
            </w:sdtContent>
          </w:sdt>
          <w:r w:rsidR="00D81234">
            <w:t xml:space="preserve"> </w:t>
          </w:r>
        </w:p>
      </w:tc>
      <w:tc>
        <w:tcPr>
          <w:tcW w:w="5747" w:type="dxa"/>
          <w:shd w:val="clear" w:color="auto" w:fill="auto"/>
        </w:tcPr>
        <w:p w:rsidR="00D81234" w:rsidRDefault="00D81234">
          <w:pPr>
            <w:pStyle w:val="Header"/>
            <w:jc w:val="righ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  \* MERGEFORMAT </w:instrText>
          </w:r>
          <w:r>
            <w:rPr>
              <w:rStyle w:val="PageNumber"/>
            </w:rPr>
            <w:fldChar w:fldCharType="separate"/>
          </w:r>
          <w:r w:rsidR="004166C4"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</w:p>
      </w:tc>
    </w:tr>
  </w:tbl>
  <w:p w:rsidR="00D81234" w:rsidRDefault="00D81234">
    <w:pPr>
      <w:pStyle w:val="NoSpacing"/>
      <w:ind w:left="-218"/>
    </w:pPr>
    <w:r>
      <mc:AlternateContent>
        <mc:Choice Requires="wps">
          <w:drawing>
            <wp:inline distT="0" distB="0" distL="0" distR="0" wp14:anchorId="5958F833" wp14:editId="4536988A">
              <wp:extent cx="7305040" cy="137160"/>
              <wp:effectExtent l="0" t="0" r="0" b="0"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05040" cy="13716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7C36E47C" id="Rectangle 2" o:spid="_x0000_s1026" style="width:575.2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" fillcolor="#99cb38 [3204]" stroked="f" strokeweight="2pt">
              <w10:anchorlock/>
            </v:rect>
          </w:pict>
        </mc:Fallback>
      </mc:AlternateContent>
    </w:r>
  </w:p>
  <w:p w:rsidR="00D81234" w:rsidRDefault="00D81234">
    <w:pPr>
      <w:pStyle w:val="NoSpacing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5746" w:type="dxa"/>
      <w:tblInd w:w="-2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"/>
    </w:tblPr>
    <w:tblGrid>
      <w:gridCol w:w="5746"/>
    </w:tblGrid>
    <w:tr w:rsidR="00D81234" w:rsidTr="00FD2BB6">
      <w:trPr>
        <w:cantSplit/>
      </w:trPr>
      <w:tc>
        <w:tcPr>
          <w:tcW w:w="5746" w:type="dxa"/>
          <w:vAlign w:val="bottom"/>
        </w:tcPr>
        <w:p w:rsidR="00D81234" w:rsidRDefault="00D81234">
          <w:pPr>
            <w:pStyle w:val="Header"/>
          </w:pPr>
          <w:r>
            <w:t>Business DNA</w:t>
          </w:r>
        </w:p>
      </w:tc>
    </w:tr>
  </w:tbl>
  <w:p w:rsidR="00D81234" w:rsidRDefault="00D81234">
    <w:pPr>
      <w:pStyle w:val="NoSpacing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5183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46"/>
      <w:gridCol w:w="5748"/>
    </w:tblGrid>
    <w:tr w:rsidR="00D81234">
      <w:trPr>
        <w:jc w:val="center"/>
      </w:trPr>
      <w:tc>
        <w:tcPr>
          <w:tcW w:w="5746" w:type="dxa"/>
          <w:shd w:val="clear" w:color="auto" w:fill="auto"/>
        </w:tcPr>
        <w:p w:rsidR="00D81234" w:rsidRDefault="00700841">
          <w:pPr>
            <w:pStyle w:val="Header"/>
          </w:pPr>
          <w:sdt>
            <w:sdtPr>
              <w:alias w:val="Title"/>
              <w:tag w:val="Title"/>
              <w:id w:val="-1322498220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D81234">
                <w:t>Tailor made solutions for your retail Business</w:t>
              </w:r>
            </w:sdtContent>
          </w:sdt>
          <w:r w:rsidR="00D81234">
            <w:t xml:space="preserve"> </w:t>
          </w:r>
          <w:sdt>
            <w:sdtPr>
              <w:alias w:val="Subtitle"/>
              <w:tag w:val="Subtitle"/>
              <w:id w:val="-1229530222"/>
              <w:showingPlcHdr/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:text/>
            </w:sdtPr>
            <w:sdtEndPr/>
            <w:sdtContent>
              <w:r w:rsidR="00D81234">
                <w:t xml:space="preserve">     </w:t>
              </w:r>
            </w:sdtContent>
          </w:sdt>
          <w:r w:rsidR="00D81234">
            <w:t xml:space="preserve"> | </w:t>
          </w:r>
          <w:r w:rsidR="00D81234">
            <w:rPr>
              <w:rStyle w:val="IssueNumberChar"/>
              <w:caps w:val="0"/>
            </w:rPr>
            <w:t>Issue</w:t>
          </w:r>
          <w:r w:rsidR="00D81234">
            <w:rPr>
              <w:rStyle w:val="IssueNumberChar"/>
            </w:rPr>
            <w:t xml:space="preserve"> </w:t>
          </w:r>
          <w:sdt>
            <w:sdtPr>
              <w:rPr>
                <w:rStyle w:val="IssueNumberChar"/>
              </w:rPr>
              <w:alias w:val="Issue No."/>
              <w:tag w:val="Issue No."/>
              <w:id w:val="1762561611"/>
              <w:showingPlcHdr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>
              <w:rPr>
                <w:rStyle w:val="IssueNumberChar"/>
              </w:rPr>
            </w:sdtEndPr>
            <w:sdtContent>
              <w:r w:rsidR="00D81234">
                <w:rPr>
                  <w:rStyle w:val="IssueNumberChar"/>
                </w:rPr>
                <w:t>#</w:t>
              </w:r>
            </w:sdtContent>
          </w:sdt>
          <w:r w:rsidR="00D81234">
            <w:t xml:space="preserve"> </w:t>
          </w:r>
        </w:p>
      </w:tc>
      <w:tc>
        <w:tcPr>
          <w:tcW w:w="5747" w:type="dxa"/>
          <w:shd w:val="clear" w:color="auto" w:fill="auto"/>
        </w:tcPr>
        <w:p w:rsidR="00D81234" w:rsidRDefault="00D81234">
          <w:pPr>
            <w:pStyle w:val="Header"/>
            <w:jc w:val="right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  \* MERGEFORMAT </w:instrText>
          </w:r>
          <w:r>
            <w:rPr>
              <w:rStyle w:val="PageNumber"/>
            </w:rPr>
            <w:fldChar w:fldCharType="separate"/>
          </w:r>
          <w:r w:rsidR="00487688">
            <w:rPr>
              <w:rStyle w:val="PageNumber"/>
              <w:noProof/>
            </w:rPr>
            <w:t>3</w:t>
          </w:r>
          <w:r>
            <w:rPr>
              <w:rStyle w:val="PageNumber"/>
            </w:rPr>
            <w:fldChar w:fldCharType="end"/>
          </w:r>
        </w:p>
      </w:tc>
    </w:tr>
  </w:tbl>
  <w:p w:rsidR="00D81234" w:rsidRDefault="00D81234">
    <w:pPr>
      <w:pStyle w:val="NoSpacing"/>
      <w:ind w:left="-218"/>
    </w:pPr>
    <w:r>
      <mc:AlternateContent>
        <mc:Choice Requires="wps">
          <w:drawing>
            <wp:inline distT="0" distB="0" distL="0" distR="0" wp14:anchorId="12AD7C37" wp14:editId="24830686">
              <wp:extent cx="7305040" cy="137160"/>
              <wp:effectExtent l="0" t="0" r="0" b="0"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05040" cy="13716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D463C56" id="Rectangle 6" o:spid="_x0000_s1026" style="width:575.2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" fillcolor="#99cb38 [3204]" stroked="f" strokeweight="2pt">
              <w10:anchorlock/>
            </v:rect>
          </w:pict>
        </mc:Fallback>
      </mc:AlternateContent>
    </w:r>
  </w:p>
  <w:p w:rsidR="00D81234" w:rsidRDefault="00D81234">
    <w:pPr>
      <w:pStyle w:val="NoSpacing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1491" w:type="dxa"/>
      <w:tblInd w:w="-2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"/>
    </w:tblPr>
    <w:tblGrid>
      <w:gridCol w:w="5746"/>
      <w:gridCol w:w="5745"/>
    </w:tblGrid>
    <w:tr w:rsidR="00D81234">
      <w:trPr>
        <w:cantSplit/>
      </w:trPr>
      <w:tc>
        <w:tcPr>
          <w:tcW w:w="5746" w:type="dxa"/>
          <w:vAlign w:val="bottom"/>
        </w:tcPr>
        <w:p w:rsidR="00D81234" w:rsidRDefault="00700841">
          <w:pPr>
            <w:pStyle w:val="Header"/>
          </w:pPr>
          <w:sdt>
            <w:sdtPr>
              <w:alias w:val="Title"/>
              <w:tag w:val="Title"/>
              <w:id w:val="767975891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D81234">
                <w:t>Tailor made solutions for your retail Business</w:t>
              </w:r>
            </w:sdtContent>
          </w:sdt>
          <w:r w:rsidR="00D81234">
            <w:t xml:space="preserve"> </w:t>
          </w:r>
          <w:sdt>
            <w:sdtPr>
              <w:alias w:val="Subtitle"/>
              <w:tag w:val="Subtitle"/>
              <w:id w:val="1226173477"/>
              <w:showingPlcHdr/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:text/>
            </w:sdtPr>
            <w:sdtEndPr/>
            <w:sdtContent>
              <w:r w:rsidR="00D81234">
                <w:t xml:space="preserve">     </w:t>
              </w:r>
            </w:sdtContent>
          </w:sdt>
        </w:p>
      </w:tc>
      <w:tc>
        <w:tcPr>
          <w:tcW w:w="5746" w:type="dxa"/>
          <w:vAlign w:val="bottom"/>
        </w:tcPr>
        <w:p w:rsidR="00D81234" w:rsidRDefault="00D81234">
          <w:pPr>
            <w:pStyle w:val="IssueNumber"/>
          </w:pPr>
          <w:r>
            <w:t xml:space="preserve">Issue </w:t>
          </w:r>
          <w:sdt>
            <w:sdtPr>
              <w:alias w:val="Issue No"/>
              <w:tag w:val="Issue No"/>
              <w:id w:val="709384488"/>
              <w:showingPlcHdr/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>
                <w:t>#</w:t>
              </w:r>
            </w:sdtContent>
          </w:sdt>
          <w:r>
            <w:t xml:space="preserve"> </w:t>
          </w:r>
        </w:p>
      </w:tc>
    </w:tr>
  </w:tbl>
  <w:p w:rsidR="00D81234" w:rsidRDefault="00D81234">
    <w:pPr>
      <w:pStyle w:val="NoSpac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2DE4E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0136E64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71B46930"/>
    <w:lvl w:ilvl="0">
      <w:start w:val="1"/>
      <w:numFmt w:val="bullet"/>
      <w:pStyle w:val="ListBullet"/>
      <w:lvlText w:val="Ü"/>
      <w:lvlJc w:val="left"/>
      <w:pPr>
        <w:ind w:left="360" w:hanging="360"/>
      </w:pPr>
      <w:rPr>
        <w:rFonts w:ascii="Wingdings" w:hAnsi="Wingdings" w:hint="default"/>
        <w:color w:val="99CB38" w:themeColor="accent1"/>
      </w:rPr>
    </w:lvl>
  </w:abstractNum>
  <w:abstractNum w:abstractNumId="3">
    <w:nsid w:val="0A7D7C3A"/>
    <w:multiLevelType w:val="hybridMultilevel"/>
    <w:tmpl w:val="4468B3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D62CFF"/>
    <w:multiLevelType w:val="hybridMultilevel"/>
    <w:tmpl w:val="3B6E499A"/>
    <w:lvl w:ilvl="0" w:tplc="F636186E">
      <w:start w:val="1"/>
      <w:numFmt w:val="bullet"/>
      <w:pStyle w:val="ListBullet2"/>
      <w:lvlText w:val="Ü"/>
      <w:lvlJc w:val="left"/>
      <w:pPr>
        <w:ind w:left="360" w:hanging="360"/>
      </w:pPr>
      <w:rPr>
        <w:rFonts w:ascii="Wingdings" w:hAnsi="Wingdings" w:hint="default"/>
        <w:color w:val="63A537" w:themeColor="accent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6E2AE5"/>
    <w:multiLevelType w:val="hybridMultilevel"/>
    <w:tmpl w:val="934C68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80388A"/>
    <w:multiLevelType w:val="hybridMultilevel"/>
    <w:tmpl w:val="676AC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4D7CB6"/>
    <w:multiLevelType w:val="hybridMultilevel"/>
    <w:tmpl w:val="11BC9AAE"/>
    <w:lvl w:ilvl="0" w:tplc="E61203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0"/>
  </w:num>
  <w:num w:numId="6">
    <w:abstractNumId w:val="2"/>
  </w:num>
  <w:num w:numId="7">
    <w:abstractNumId w:val="4"/>
  </w:num>
  <w:num w:numId="8">
    <w:abstractNumId w:val="5"/>
  </w:num>
  <w:num w:numId="9">
    <w:abstractNumId w:val="6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BB6"/>
    <w:rsid w:val="0001065E"/>
    <w:rsid w:val="000A1EEA"/>
    <w:rsid w:val="00131FDB"/>
    <w:rsid w:val="00181698"/>
    <w:rsid w:val="004139D3"/>
    <w:rsid w:val="004166C4"/>
    <w:rsid w:val="00487688"/>
    <w:rsid w:val="00616175"/>
    <w:rsid w:val="00691049"/>
    <w:rsid w:val="00700841"/>
    <w:rsid w:val="00797CD0"/>
    <w:rsid w:val="007A4F8D"/>
    <w:rsid w:val="00814005"/>
    <w:rsid w:val="00840DF7"/>
    <w:rsid w:val="008B7BBE"/>
    <w:rsid w:val="00AA6CF4"/>
    <w:rsid w:val="00B14AF5"/>
    <w:rsid w:val="00CB4588"/>
    <w:rsid w:val="00D226F0"/>
    <w:rsid w:val="00D81234"/>
    <w:rsid w:val="00FD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E4FA59-DC9E-41B3-9F18-D86ADF822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1" w:unhideWhenUsed="1" w:qFormat="1"/>
    <w:lsdException w:name="heading 7" w:semiHidden="1" w:uiPriority="9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7688"/>
    <w:pPr>
      <w:spacing w:after="180" w:line="240" w:lineRule="auto"/>
    </w:pPr>
    <w:rPr>
      <w:color w:val="262626" w:themeColor="text1" w:themeTint="D9"/>
      <w:sz w:val="18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Cs/>
      <w:color w:val="000000" w:themeColor="text1"/>
      <w:sz w:val="56"/>
      <w:szCs w:val="28"/>
    </w:rPr>
  </w:style>
  <w:style w:type="paragraph" w:styleId="Heading2">
    <w:name w:val="heading 2"/>
    <w:basedOn w:val="Normal"/>
    <w:next w:val="Normal"/>
    <w:link w:val="Heading2Char"/>
    <w:qFormat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Cs/>
      <w:color w:val="99CB38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Cs/>
      <w:color w:val="000000" w:themeColor="text1"/>
      <w:sz w:val="48"/>
    </w:rPr>
  </w:style>
  <w:style w:type="paragraph" w:styleId="Heading4">
    <w:name w:val="heading 4"/>
    <w:basedOn w:val="Normal"/>
    <w:next w:val="Normal"/>
    <w:link w:val="Heading4Char"/>
    <w:qFormat/>
    <w:pPr>
      <w:keepNext/>
      <w:keepLines/>
      <w:spacing w:after="0"/>
      <w:ind w:left="216"/>
      <w:outlineLvl w:val="3"/>
    </w:pPr>
    <w:rPr>
      <w:rFonts w:eastAsiaTheme="majorEastAsia" w:cstheme="majorBidi"/>
      <w:bCs/>
      <w:iCs/>
      <w:caps/>
      <w:color w:val="FFFFFF" w:themeColor="background1"/>
    </w:rPr>
  </w:style>
  <w:style w:type="paragraph" w:styleId="Heading5">
    <w:name w:val="heading 5"/>
    <w:basedOn w:val="Normal"/>
    <w:next w:val="Normal"/>
    <w:link w:val="Heading5Char"/>
    <w:qFormat/>
    <w:pPr>
      <w:keepNext/>
      <w:keepLines/>
      <w:spacing w:before="120" w:after="0"/>
      <w:outlineLvl w:val="4"/>
    </w:pPr>
    <w:rPr>
      <w:rFonts w:eastAsiaTheme="majorEastAsia" w:cstheme="majorBidi"/>
      <w:caps/>
      <w:sz w:val="14"/>
    </w:rPr>
  </w:style>
  <w:style w:type="paragraph" w:styleId="Heading6">
    <w:name w:val="heading 6"/>
    <w:basedOn w:val="Normal"/>
    <w:next w:val="Normal"/>
    <w:link w:val="Heading6Char"/>
    <w:uiPriority w:val="1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pPr>
      <w:spacing w:before="300" w:after="0"/>
      <w:ind w:right="216"/>
      <w:contextualSpacing/>
      <w:jc w:val="right"/>
    </w:pPr>
    <w:rPr>
      <w:rFonts w:asciiTheme="majorHAnsi" w:eastAsiaTheme="majorEastAsia" w:hAnsiTheme="majorHAnsi" w:cstheme="majorBidi"/>
      <w:color w:val="FFFFFF" w:themeColor="background1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rPr>
      <w:rFonts w:asciiTheme="majorHAnsi" w:eastAsiaTheme="majorEastAsia" w:hAnsiTheme="majorHAnsi" w:cstheme="majorBidi"/>
      <w:color w:val="FFFFFF" w:themeColor="background1"/>
      <w:spacing w:val="5"/>
      <w:kern w:val="28"/>
      <w:sz w:val="72"/>
      <w:szCs w:val="52"/>
    </w:rPr>
  </w:style>
  <w:style w:type="paragraph" w:styleId="Subtitle">
    <w:name w:val="Subtitle"/>
    <w:basedOn w:val="Normal"/>
    <w:next w:val="Normal"/>
    <w:link w:val="SubtitleChar"/>
    <w:qFormat/>
    <w:pPr>
      <w:numPr>
        <w:ilvl w:val="1"/>
      </w:numPr>
      <w:ind w:right="216"/>
      <w:jc w:val="right"/>
    </w:pPr>
    <w:rPr>
      <w:rFonts w:asciiTheme="majorHAnsi" w:eastAsiaTheme="majorEastAsia" w:hAnsiTheme="majorHAnsi" w:cstheme="majorBidi"/>
      <w:iCs/>
      <w:color w:val="FFFFFF" w:themeColor="background1"/>
      <w:spacing w:val="15"/>
      <w:sz w:val="52"/>
      <w:szCs w:val="24"/>
    </w:rPr>
  </w:style>
  <w:style w:type="character" w:customStyle="1" w:styleId="SubtitleChar">
    <w:name w:val="Subtitle Char"/>
    <w:basedOn w:val="DefaultParagraphFont"/>
    <w:link w:val="Subtitle"/>
    <w:rPr>
      <w:rFonts w:asciiTheme="majorHAnsi" w:eastAsiaTheme="majorEastAsia" w:hAnsiTheme="majorHAnsi" w:cstheme="majorBidi"/>
      <w:iCs/>
      <w:color w:val="FFFFFF" w:themeColor="background1"/>
      <w:spacing w:val="15"/>
      <w:sz w:val="52"/>
      <w:szCs w:val="24"/>
    </w:rPr>
  </w:style>
  <w:style w:type="character" w:customStyle="1" w:styleId="Heading1Char">
    <w:name w:val="Heading 1 Char"/>
    <w:basedOn w:val="DefaultParagraphFont"/>
    <w:link w:val="Heading1"/>
    <w:rPr>
      <w:rFonts w:asciiTheme="majorHAnsi" w:eastAsiaTheme="majorEastAsia" w:hAnsiTheme="majorHAnsi" w:cstheme="majorBidi"/>
      <w:bCs/>
      <w:color w:val="000000" w:themeColor="text1"/>
      <w:sz w:val="56"/>
      <w:szCs w:val="28"/>
    </w:rPr>
  </w:style>
  <w:style w:type="paragraph" w:styleId="Caption">
    <w:name w:val="caption"/>
    <w:basedOn w:val="Normal"/>
    <w:next w:val="Normal"/>
    <w:qFormat/>
    <w:pPr>
      <w:spacing w:after="200"/>
    </w:pPr>
    <w:rPr>
      <w:b/>
      <w:bCs/>
      <w:i/>
      <w:color w:val="FFFFFF" w:themeColor="background1"/>
      <w:sz w:val="16"/>
      <w:szCs w:val="18"/>
    </w:rPr>
  </w:style>
  <w:style w:type="character" w:customStyle="1" w:styleId="Heading2Char">
    <w:name w:val="Heading 2 Char"/>
    <w:basedOn w:val="DefaultParagraphFont"/>
    <w:link w:val="Heading2"/>
    <w:rPr>
      <w:rFonts w:asciiTheme="majorHAnsi" w:eastAsiaTheme="majorEastAsia" w:hAnsiTheme="majorHAnsi" w:cstheme="majorBidi"/>
      <w:bCs/>
      <w:color w:val="99CB38" w:themeColor="accent1"/>
      <w:sz w:val="24"/>
      <w:szCs w:val="26"/>
    </w:rPr>
  </w:style>
  <w:style w:type="character" w:styleId="Emphasis">
    <w:name w:val="Emphasis"/>
    <w:basedOn w:val="DefaultParagraphFont"/>
    <w:qFormat/>
    <w:rPr>
      <w:rFonts w:asciiTheme="majorHAnsi" w:hAnsiTheme="majorHAnsi"/>
      <w:i w:val="0"/>
      <w:iCs/>
      <w:color w:val="99CB38" w:themeColor="accent1"/>
      <w:sz w:val="16"/>
    </w:rPr>
  </w:style>
  <w:style w:type="character" w:customStyle="1" w:styleId="Heading3Char">
    <w:name w:val="Heading 3 Char"/>
    <w:basedOn w:val="DefaultParagraphFont"/>
    <w:link w:val="Heading3"/>
    <w:rPr>
      <w:rFonts w:asciiTheme="majorHAnsi" w:eastAsiaTheme="majorEastAsia" w:hAnsiTheme="majorHAnsi" w:cstheme="majorBidi"/>
      <w:bCs/>
      <w:color w:val="000000" w:themeColor="text1"/>
      <w:sz w:val="48"/>
    </w:rPr>
  </w:style>
  <w:style w:type="character" w:styleId="PageNumber">
    <w:name w:val="page number"/>
    <w:basedOn w:val="DefaultParagraphFont"/>
    <w:uiPriority w:val="99"/>
    <w:qFormat/>
    <w:rPr>
      <w:rFonts w:asciiTheme="minorHAnsi" w:hAnsiTheme="minorHAnsi"/>
      <w:color w:val="99CB38" w:themeColor="accent1"/>
      <w:sz w:val="20"/>
    </w:rPr>
  </w:style>
  <w:style w:type="paragraph" w:styleId="Header">
    <w:name w:val="header"/>
    <w:basedOn w:val="Normal"/>
    <w:link w:val="HeaderChar"/>
    <w:uiPriority w:val="99"/>
    <w:pPr>
      <w:spacing w:after="60"/>
    </w:pPr>
    <w:rPr>
      <w:caps/>
      <w:color w:val="99CB38" w:themeColor="accent1"/>
      <w:sz w:val="20"/>
    </w:rPr>
  </w:style>
  <w:style w:type="character" w:customStyle="1" w:styleId="HeaderChar">
    <w:name w:val="Header Char"/>
    <w:basedOn w:val="DefaultParagraphFont"/>
    <w:link w:val="Header"/>
    <w:uiPriority w:val="99"/>
    <w:rPr>
      <w:caps/>
      <w:color w:val="99CB38" w:themeColor="accent1"/>
      <w:sz w:val="20"/>
    </w:rPr>
  </w:style>
  <w:style w:type="paragraph" w:customStyle="1" w:styleId="Name">
    <w:name w:val="Name"/>
    <w:basedOn w:val="Normal"/>
    <w:qFormat/>
    <w:rPr>
      <w:color w:val="404040" w:themeColor="text1" w:themeTint="BF"/>
      <w:sz w:val="22"/>
    </w:rPr>
  </w:style>
  <w:style w:type="paragraph" w:customStyle="1" w:styleId="SidebarTableText">
    <w:name w:val="Sidebar Table Text"/>
    <w:basedOn w:val="Normal"/>
    <w:qFormat/>
    <w:rPr>
      <w:sz w:val="16"/>
    </w:rPr>
  </w:style>
  <w:style w:type="character" w:customStyle="1" w:styleId="Heading4Char">
    <w:name w:val="Heading 4 Char"/>
    <w:basedOn w:val="DefaultParagraphFont"/>
    <w:link w:val="Heading4"/>
    <w:rPr>
      <w:rFonts w:eastAsiaTheme="majorEastAsia" w:cstheme="majorBidi"/>
      <w:bCs/>
      <w:iCs/>
      <w:caps/>
      <w:color w:val="FFFFFF" w:themeColor="background1"/>
      <w:sz w:val="18"/>
    </w:rPr>
  </w:style>
  <w:style w:type="character" w:customStyle="1" w:styleId="Heading5Char">
    <w:name w:val="Heading 5 Char"/>
    <w:basedOn w:val="DefaultParagraphFont"/>
    <w:link w:val="Heading5"/>
    <w:rPr>
      <w:rFonts w:eastAsiaTheme="majorEastAsia" w:cstheme="majorBidi"/>
      <w:caps/>
      <w:color w:val="262626" w:themeColor="text1" w:themeTint="D9"/>
      <w:sz w:val="14"/>
    </w:rPr>
  </w:style>
  <w:style w:type="paragraph" w:customStyle="1" w:styleId="ContactInfo">
    <w:name w:val="Contact Info"/>
    <w:basedOn w:val="Normal"/>
    <w:qFormat/>
    <w:pPr>
      <w:spacing w:after="120"/>
    </w:pPr>
    <w:rPr>
      <w:color w:val="808080" w:themeColor="background1" w:themeShade="80"/>
      <w:sz w:val="16"/>
      <w:lang w:val="fr-FR"/>
    </w:rPr>
  </w:style>
  <w:style w:type="paragraph" w:customStyle="1" w:styleId="Caption2">
    <w:name w:val="Caption 2"/>
    <w:basedOn w:val="Normal"/>
    <w:qFormat/>
    <w:pPr>
      <w:spacing w:after="0"/>
    </w:pPr>
    <w:rPr>
      <w:i/>
      <w:color w:val="7F7F7F" w:themeColor="text1" w:themeTint="80"/>
      <w:sz w:val="16"/>
    </w:rPr>
  </w:style>
  <w:style w:type="paragraph" w:customStyle="1" w:styleId="Callout">
    <w:name w:val="Callout"/>
    <w:basedOn w:val="Normal"/>
    <w:qFormat/>
    <w:pPr>
      <w:spacing w:before="40" w:after="0"/>
      <w:ind w:left="-216"/>
    </w:pPr>
    <w:rPr>
      <w:rFonts w:asciiTheme="majorHAnsi" w:hAnsiTheme="majorHAnsi"/>
      <w:color w:val="D9D9D9" w:themeColor="background1" w:themeShade="D9"/>
      <w:sz w:val="72"/>
    </w:rPr>
  </w:style>
  <w:style w:type="paragraph" w:customStyle="1" w:styleId="SidebarText">
    <w:name w:val="Sidebar Text"/>
    <w:basedOn w:val="Normal"/>
    <w:qFormat/>
    <w:pPr>
      <w:ind w:left="-216" w:right="-144"/>
    </w:pPr>
    <w:rPr>
      <w:sz w:val="16"/>
    </w:rPr>
  </w:style>
  <w:style w:type="character" w:customStyle="1" w:styleId="Heading6Char">
    <w:name w:val="Heading 6 Char"/>
    <w:basedOn w:val="DefaultParagraphFont"/>
    <w:link w:val="Heading6"/>
    <w:uiPriority w:val="1"/>
    <w:rPr>
      <w:rFonts w:asciiTheme="majorHAnsi" w:eastAsiaTheme="majorEastAsia" w:hAnsiTheme="majorHAnsi" w:cstheme="majorBidi"/>
      <w:iCs/>
      <w:color w:val="262626" w:themeColor="text1" w:themeTint="D9"/>
      <w:sz w:val="20"/>
    </w:rPr>
  </w:style>
  <w:style w:type="paragraph" w:customStyle="1" w:styleId="Title-Back">
    <w:name w:val="Title-Back"/>
    <w:basedOn w:val="Normal"/>
    <w:qFormat/>
    <w:pPr>
      <w:spacing w:before="120" w:after="0"/>
      <w:jc w:val="right"/>
    </w:pPr>
    <w:rPr>
      <w:rFonts w:asciiTheme="majorHAnsi" w:hAnsiTheme="majorHAnsi"/>
      <w:color w:val="FFFFFF" w:themeColor="background1"/>
      <w:sz w:val="56"/>
    </w:rPr>
  </w:style>
  <w:style w:type="paragraph" w:customStyle="1" w:styleId="Subtitle-Back">
    <w:name w:val="Subtitle-Back"/>
    <w:basedOn w:val="Normal"/>
    <w:qFormat/>
    <w:pPr>
      <w:spacing w:after="1200"/>
      <w:jc w:val="right"/>
    </w:pPr>
    <w:rPr>
      <w:rFonts w:asciiTheme="majorHAnsi" w:hAnsiTheme="majorHAnsi"/>
      <w:color w:val="FFFFFF" w:themeColor="background1"/>
      <w:sz w:val="44"/>
    </w:rPr>
  </w:style>
  <w:style w:type="paragraph" w:customStyle="1" w:styleId="ReturnAddress">
    <w:name w:val="Return Address"/>
    <w:basedOn w:val="Normal"/>
    <w:qFormat/>
    <w:pPr>
      <w:spacing w:after="240"/>
      <w:jc w:val="right"/>
    </w:pPr>
    <w:rPr>
      <w:color w:val="FFFFFF" w:themeColor="background1"/>
      <w:sz w:val="22"/>
    </w:rPr>
  </w:style>
  <w:style w:type="paragraph" w:customStyle="1" w:styleId="Address">
    <w:name w:val="Address"/>
    <w:basedOn w:val="Normal"/>
    <w:qFormat/>
    <w:pPr>
      <w:spacing w:after="0"/>
    </w:pPr>
    <w:rPr>
      <w:sz w:val="20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pPr>
      <w:spacing w:after="60" w:line="240" w:lineRule="auto"/>
    </w:pPr>
    <w:rPr>
      <w:noProof/>
      <w:color w:val="262626" w:themeColor="text1" w:themeTint="D9"/>
      <w:sz w:val="2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262626" w:themeColor="text1" w:themeTint="D9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IssueNumber">
    <w:name w:val="Issue Number"/>
    <w:basedOn w:val="Header"/>
    <w:link w:val="IssueNumberChar"/>
    <w:qFormat/>
    <w:pPr>
      <w:jc w:val="right"/>
    </w:pPr>
    <w:rPr>
      <w:caps w:val="0"/>
      <w:color w:val="808080" w:themeColor="background1" w:themeShade="80"/>
    </w:rPr>
  </w:style>
  <w:style w:type="paragraph" w:styleId="NormalWeb">
    <w:name w:val="Normal (Web)"/>
    <w:basedOn w:val="Normal"/>
    <w:uiPriority w:val="99"/>
    <w:semiHidden/>
    <w:unhideWhenUsed/>
    <w:pPr>
      <w:spacing w:after="210" w:line="210" w:lineRule="atLeast"/>
      <w:jc w:val="both"/>
    </w:pPr>
    <w:rPr>
      <w:rFonts w:ascii="Times New Roman" w:eastAsia="Times New Roman" w:hAnsi="Times New Roman" w:cs="Times New Roman"/>
      <w:color w:val="auto"/>
      <w:sz w:val="17"/>
      <w:szCs w:val="17"/>
    </w:rPr>
  </w:style>
  <w:style w:type="paragraph" w:customStyle="1" w:styleId="Sidebarphoto">
    <w:name w:val="Sidebar photo"/>
    <w:basedOn w:val="Normal"/>
    <w:qFormat/>
    <w:pPr>
      <w:spacing w:after="0"/>
      <w:ind w:left="-317"/>
    </w:pPr>
    <w:rPr>
      <w:noProof/>
      <w:sz w:val="12"/>
    </w:rPr>
  </w:style>
  <w:style w:type="character" w:customStyle="1" w:styleId="IssueNumberChar">
    <w:name w:val="Issue Number Char"/>
    <w:basedOn w:val="DefaultParagraphFont"/>
    <w:link w:val="IssueNumber"/>
    <w:rPr>
      <w:color w:val="808080" w:themeColor="background1" w:themeShade="80"/>
      <w:sz w:val="2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Pr>
      <w:color w:val="262626" w:themeColor="text1" w:themeTint="D9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color w:val="262626" w:themeColor="text1" w:themeTint="D9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color w:val="262626" w:themeColor="text1" w:themeTint="D9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77B2D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Pr>
      <w:color w:val="EE7B08" w:themeColor="hyperlink"/>
      <w:u w:val="single"/>
    </w:rPr>
  </w:style>
  <w:style w:type="paragraph" w:styleId="ListBullet">
    <w:name w:val="List Bullet"/>
    <w:basedOn w:val="Normal"/>
    <w:unhideWhenUsed/>
    <w:pPr>
      <w:numPr>
        <w:numId w:val="6"/>
      </w:numPr>
      <w:contextualSpacing/>
    </w:pPr>
    <w:rPr>
      <w:b/>
    </w:rPr>
  </w:style>
  <w:style w:type="paragraph" w:styleId="ListContinue">
    <w:name w:val="List Continue"/>
    <w:basedOn w:val="Normal"/>
    <w:unhideWhenUsed/>
    <w:pPr>
      <w:spacing w:after="120"/>
      <w:ind w:left="360"/>
    </w:pPr>
  </w:style>
  <w:style w:type="paragraph" w:customStyle="1" w:styleId="PageReference">
    <w:name w:val="Page Reference"/>
    <w:basedOn w:val="Normal"/>
    <w:qFormat/>
    <w:pPr>
      <w:jc w:val="right"/>
    </w:pPr>
    <w:rPr>
      <w:color w:val="000000" w:themeColor="text1"/>
      <w:sz w:val="20"/>
      <w14:textFill>
        <w14:solidFill>
          <w14:schemeClr w14:val="tx1">
            <w14:lumMod w14:val="65000"/>
            <w14:lumOff w14:val="35000"/>
            <w14:lumMod w14:val="65000"/>
            <w14:lumOff w14:val="35000"/>
          </w14:schemeClr>
        </w14:solidFill>
      </w14:textFill>
    </w:rPr>
  </w:style>
  <w:style w:type="paragraph" w:customStyle="1" w:styleId="SidebarHighlightText">
    <w:name w:val="Sidebar Highlight Text"/>
    <w:basedOn w:val="Normal"/>
    <w:qFormat/>
    <w:pPr>
      <w:spacing w:after="80"/>
      <w:ind w:left="-216"/>
    </w:pPr>
    <w:rPr>
      <w:rFonts w:asciiTheme="majorHAnsi" w:hAnsiTheme="majorHAnsi"/>
      <w:color w:val="595959" w:themeColor="text1" w:themeTint="A6"/>
      <w:sz w:val="24"/>
    </w:rPr>
  </w:style>
  <w:style w:type="character" w:styleId="Strong">
    <w:name w:val="Strong"/>
    <w:basedOn w:val="DefaultParagraphFont"/>
    <w:uiPriority w:val="22"/>
    <w:unhideWhenUsed/>
    <w:qFormat/>
    <w:rPr>
      <w:b/>
      <w:bCs/>
    </w:rPr>
  </w:style>
  <w:style w:type="paragraph" w:customStyle="1" w:styleId="HeaderSpace">
    <w:name w:val="Header Space"/>
    <w:basedOn w:val="Normal"/>
    <w:qFormat/>
    <w:pPr>
      <w:spacing w:after="60"/>
      <w:ind w:left="-230"/>
    </w:pPr>
  </w:style>
  <w:style w:type="paragraph" w:styleId="ListNumber">
    <w:name w:val="List Number"/>
    <w:basedOn w:val="Normal"/>
    <w:uiPriority w:val="99"/>
    <w:unhideWhenUsed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unhideWhenUsed/>
    <w:pPr>
      <w:numPr>
        <w:numId w:val="7"/>
      </w:numPr>
      <w:spacing w:after="60"/>
    </w:pPr>
  </w:style>
  <w:style w:type="paragraph" w:customStyle="1" w:styleId="SidebarHeading">
    <w:name w:val="Sidebar Heading"/>
    <w:basedOn w:val="Normal"/>
    <w:qFormat/>
    <w:pPr>
      <w:spacing w:before="120" w:after="0"/>
      <w:ind w:left="-216" w:right="-144"/>
    </w:pPr>
    <w:rPr>
      <w:rFonts w:asciiTheme="majorHAnsi" w:hAnsiTheme="majorHAnsi"/>
      <w:color w:val="99CB38" w:themeColor="accent1"/>
      <w:sz w:val="24"/>
      <w:szCs w:val="24"/>
    </w:rPr>
  </w:style>
  <w:style w:type="paragraph" w:customStyle="1" w:styleId="SidebarPhoto0">
    <w:name w:val="Sidebar Photo"/>
    <w:basedOn w:val="Normal"/>
    <w:qFormat/>
    <w:pPr>
      <w:spacing w:after="0"/>
      <w:ind w:left="-317"/>
    </w:pPr>
    <w:rPr>
      <w:noProof/>
      <w:sz w:val="12"/>
    </w:rPr>
  </w:style>
  <w:style w:type="paragraph" w:styleId="ListParagraph">
    <w:name w:val="List Paragraph"/>
    <w:basedOn w:val="Normal"/>
    <w:uiPriority w:val="34"/>
    <w:qFormat/>
    <w:rsid w:val="007A4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61180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6101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1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1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26722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23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1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8107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8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4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96921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6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19733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6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9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71262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6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32786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8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6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61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64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4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84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769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79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1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1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115092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07767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7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649086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4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3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01260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2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85346">
              <w:marLeft w:val="0"/>
              <w:marRight w:val="0"/>
              <w:marTop w:val="90"/>
              <w:marBottom w:val="0"/>
              <w:divBdr>
                <w:top w:val="single" w:sz="6" w:space="5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header" Target="header4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40.png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News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EDF591C1AC940CCA53B307C22CA89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3C2B3-10CC-486C-AB88-D8DEAAC9BCA7}"/>
      </w:docPartPr>
      <w:docPartBody>
        <w:p w:rsidR="009E5C99" w:rsidRDefault="009E5C99" w:rsidP="009E5C99">
          <w:pPr>
            <w:pStyle w:val="1EDF591C1AC940CCA53B307C22CA891D"/>
          </w:pPr>
          <w:r>
            <w:t>Issue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ramond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7A28CF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FD62CFF"/>
    <w:multiLevelType w:val="hybridMultilevel"/>
    <w:tmpl w:val="3B6E499A"/>
    <w:lvl w:ilvl="0" w:tplc="F636186E">
      <w:start w:val="1"/>
      <w:numFmt w:val="bullet"/>
      <w:pStyle w:val="ListBullet2"/>
      <w:lvlText w:val="Ü"/>
      <w:lvlJc w:val="left"/>
      <w:pPr>
        <w:ind w:left="360" w:hanging="360"/>
      </w:pPr>
      <w:rPr>
        <w:rFonts w:ascii="Wingdings" w:hAnsi="Wingdings" w:hint="default"/>
        <w:color w:val="ED7D31" w:themeColor="accent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C99"/>
    <w:rsid w:val="005856B4"/>
    <w:rsid w:val="009E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9E5C99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Cs/>
      <w:color w:val="5B9BD5" w:themeColor="accent1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41635120974909BBF40E82009205CD">
    <w:name w:val="4741635120974909BBF40E82009205CD"/>
  </w:style>
  <w:style w:type="paragraph" w:customStyle="1" w:styleId="DE2E06BB073F4928B109468573B8B4E0">
    <w:name w:val="DE2E06BB073F4928B109468573B8B4E0"/>
  </w:style>
  <w:style w:type="character" w:customStyle="1" w:styleId="Heading2Char">
    <w:name w:val="Heading 2 Char"/>
    <w:basedOn w:val="DefaultParagraphFont"/>
    <w:link w:val="Heading2"/>
    <w:rsid w:val="009E5C99"/>
    <w:rPr>
      <w:rFonts w:asciiTheme="majorHAnsi" w:eastAsiaTheme="majorEastAsia" w:hAnsiTheme="majorHAnsi" w:cstheme="majorBidi"/>
      <w:bCs/>
      <w:color w:val="5B9BD5" w:themeColor="accent1"/>
      <w:sz w:val="24"/>
      <w:szCs w:val="26"/>
    </w:rPr>
  </w:style>
  <w:style w:type="character" w:styleId="Strong">
    <w:name w:val="Strong"/>
    <w:basedOn w:val="DefaultParagraphFont"/>
    <w:unhideWhenUsed/>
    <w:qFormat/>
    <w:rsid w:val="009E5C99"/>
    <w:rPr>
      <w:b/>
      <w:bCs/>
    </w:rPr>
  </w:style>
  <w:style w:type="paragraph" w:customStyle="1" w:styleId="8DCD8AA898F64F0BB2FC6418EC8236A8">
    <w:name w:val="8DCD8AA898F64F0BB2FC6418EC8236A8"/>
  </w:style>
  <w:style w:type="paragraph" w:customStyle="1" w:styleId="7A1822D7C1A44A6E9AA019DD9CEE9B2E">
    <w:name w:val="7A1822D7C1A44A6E9AA019DD9CEE9B2E"/>
  </w:style>
  <w:style w:type="paragraph" w:customStyle="1" w:styleId="AF69C112A63B495CBB08CBF01E425D2F">
    <w:name w:val="AF69C112A63B495CBB08CBF01E425D2F"/>
  </w:style>
  <w:style w:type="character" w:styleId="PageNumber">
    <w:name w:val="page number"/>
    <w:basedOn w:val="DefaultParagraphFont"/>
    <w:uiPriority w:val="99"/>
    <w:qFormat/>
    <w:rsid w:val="009E5C99"/>
    <w:rPr>
      <w:rFonts w:asciiTheme="minorHAnsi" w:hAnsiTheme="minorHAnsi"/>
      <w:color w:val="5B9BD5" w:themeColor="accent1"/>
      <w:sz w:val="20"/>
    </w:rPr>
  </w:style>
  <w:style w:type="paragraph" w:customStyle="1" w:styleId="CB0DC6ABE61940EF954E5750826AC247">
    <w:name w:val="CB0DC6ABE61940EF954E5750826AC247"/>
  </w:style>
  <w:style w:type="paragraph" w:customStyle="1" w:styleId="F06A3F8E3B624CB3A564BD28E9279744">
    <w:name w:val="F06A3F8E3B624CB3A564BD28E9279744"/>
  </w:style>
  <w:style w:type="paragraph" w:customStyle="1" w:styleId="87EDE822D267491DBBB1CF5228754520">
    <w:name w:val="87EDE822D267491DBBB1CF5228754520"/>
  </w:style>
  <w:style w:type="paragraph" w:customStyle="1" w:styleId="5372FFA772E446AD869FE5BBBAF3C31F">
    <w:name w:val="5372FFA772E446AD869FE5BBBAF3C31F"/>
  </w:style>
  <w:style w:type="paragraph" w:styleId="ListContinue">
    <w:name w:val="List Continue"/>
    <w:basedOn w:val="Normal"/>
    <w:unhideWhenUsed/>
    <w:rsid w:val="009E5C99"/>
    <w:pPr>
      <w:spacing w:after="120" w:line="240" w:lineRule="auto"/>
      <w:ind w:left="360"/>
    </w:pPr>
    <w:rPr>
      <w:rFonts w:eastAsiaTheme="minorHAnsi"/>
      <w:color w:val="262626" w:themeColor="text1" w:themeTint="D9"/>
      <w:sz w:val="18"/>
    </w:rPr>
  </w:style>
  <w:style w:type="paragraph" w:styleId="ListBullet2">
    <w:name w:val="List Bullet 2"/>
    <w:basedOn w:val="Normal"/>
    <w:uiPriority w:val="99"/>
    <w:unhideWhenUsed/>
    <w:rsid w:val="009E5C99"/>
    <w:pPr>
      <w:numPr>
        <w:numId w:val="1"/>
      </w:numPr>
      <w:spacing w:after="60" w:line="240" w:lineRule="auto"/>
    </w:pPr>
    <w:rPr>
      <w:rFonts w:eastAsiaTheme="minorHAnsi"/>
      <w:color w:val="262626" w:themeColor="text1" w:themeTint="D9"/>
      <w:sz w:val="18"/>
    </w:rPr>
  </w:style>
  <w:style w:type="paragraph" w:customStyle="1" w:styleId="83283D687ACF465EBB1D7EC7D1398B68">
    <w:name w:val="83283D687ACF465EBB1D7EC7D1398B68"/>
  </w:style>
  <w:style w:type="paragraph" w:customStyle="1" w:styleId="F00D42E584AB482FB951D92ABC4500A4">
    <w:name w:val="F00D42E584AB482FB951D92ABC4500A4"/>
  </w:style>
  <w:style w:type="paragraph" w:customStyle="1" w:styleId="E7D897D73E04476EB1C4B920A5D49B3A">
    <w:name w:val="E7D897D73E04476EB1C4B920A5D49B3A"/>
  </w:style>
  <w:style w:type="paragraph" w:customStyle="1" w:styleId="5BF51AAB2257444BAC674B89EF09DC44">
    <w:name w:val="5BF51AAB2257444BAC674B89EF09DC44"/>
  </w:style>
  <w:style w:type="paragraph" w:customStyle="1" w:styleId="ABB0F74703934EBC97328EDDBF719DBD">
    <w:name w:val="ABB0F74703934EBC97328EDDBF719DBD"/>
  </w:style>
  <w:style w:type="paragraph" w:customStyle="1" w:styleId="14E39E9DC7FD4B32A93D61B069F1F399">
    <w:name w:val="14E39E9DC7FD4B32A93D61B069F1F399"/>
  </w:style>
  <w:style w:type="paragraph" w:customStyle="1" w:styleId="2C61EAED4C5940D7B22D52C253F2B3A3">
    <w:name w:val="2C61EAED4C5940D7B22D52C253F2B3A3"/>
  </w:style>
  <w:style w:type="paragraph" w:customStyle="1" w:styleId="A063549EBF5A46F79B2A3CB1DAB2D2CC">
    <w:name w:val="A063549EBF5A46F79B2A3CB1DAB2D2CC"/>
  </w:style>
  <w:style w:type="paragraph" w:customStyle="1" w:styleId="0963B75687C9482BB59483096E77B305">
    <w:name w:val="0963B75687C9482BB59483096E77B305"/>
  </w:style>
  <w:style w:type="paragraph" w:customStyle="1" w:styleId="26BC11CAC6584533A9D5539D4364553A">
    <w:name w:val="26BC11CAC6584533A9D5539D4364553A"/>
  </w:style>
  <w:style w:type="paragraph" w:customStyle="1" w:styleId="E4C2F199BF614C5088444ACB0392D3F8">
    <w:name w:val="E4C2F199BF614C5088444ACB0392D3F8"/>
  </w:style>
  <w:style w:type="paragraph" w:customStyle="1" w:styleId="D8959EE7A7CB4AC9B644010CAFBC52D5">
    <w:name w:val="D8959EE7A7CB4AC9B644010CAFBC52D5"/>
  </w:style>
  <w:style w:type="paragraph" w:customStyle="1" w:styleId="243383F84F1F44E3BD2790940F698D34">
    <w:name w:val="243383F84F1F44E3BD2790940F698D34"/>
  </w:style>
  <w:style w:type="paragraph" w:customStyle="1" w:styleId="F3BEDDCF84954AF0B4BBD55E3FEFB11E">
    <w:name w:val="F3BEDDCF84954AF0B4BBD55E3FEFB11E"/>
  </w:style>
  <w:style w:type="paragraph" w:customStyle="1" w:styleId="CB89799B8A4D4C18BA58A05ABB205B0B">
    <w:name w:val="CB89799B8A4D4C18BA58A05ABB205B0B"/>
  </w:style>
  <w:style w:type="paragraph" w:customStyle="1" w:styleId="FDFD433B70564B04B7E2824212A89D9A">
    <w:name w:val="FDFD433B70564B04B7E2824212A89D9A"/>
  </w:style>
  <w:style w:type="paragraph" w:customStyle="1" w:styleId="3BBE27C56E714B168D00EAE07C38016C">
    <w:name w:val="3BBE27C56E714B168D00EAE07C38016C"/>
  </w:style>
  <w:style w:type="paragraph" w:customStyle="1" w:styleId="A822237758944EE79C0BECE8982FBC6B">
    <w:name w:val="A822237758944EE79C0BECE8982FBC6B"/>
  </w:style>
  <w:style w:type="paragraph" w:customStyle="1" w:styleId="206187EB5A3342BF943E01E517E53083">
    <w:name w:val="206187EB5A3342BF943E01E517E53083"/>
  </w:style>
  <w:style w:type="paragraph" w:customStyle="1" w:styleId="E5556A0146B947B7BDA168599F0D7CF5">
    <w:name w:val="E5556A0146B947B7BDA168599F0D7CF5"/>
  </w:style>
  <w:style w:type="paragraph" w:styleId="ListNumber">
    <w:name w:val="List Number"/>
    <w:basedOn w:val="Normal"/>
    <w:uiPriority w:val="99"/>
    <w:unhideWhenUsed/>
    <w:rsid w:val="009E5C99"/>
    <w:pPr>
      <w:numPr>
        <w:numId w:val="2"/>
      </w:numPr>
      <w:spacing w:after="180" w:line="240" w:lineRule="auto"/>
      <w:contextualSpacing/>
    </w:pPr>
    <w:rPr>
      <w:rFonts w:eastAsiaTheme="minorHAnsi"/>
      <w:color w:val="262626" w:themeColor="text1" w:themeTint="D9"/>
      <w:sz w:val="18"/>
    </w:rPr>
  </w:style>
  <w:style w:type="paragraph" w:customStyle="1" w:styleId="2AA29D8F453D4E079A77660B6FD1DFCF">
    <w:name w:val="2AA29D8F453D4E079A77660B6FD1DFCF"/>
  </w:style>
  <w:style w:type="paragraph" w:customStyle="1" w:styleId="A5BA34F93F354BB39C77B86928EF332B">
    <w:name w:val="A5BA34F93F354BB39C77B86928EF332B"/>
  </w:style>
  <w:style w:type="paragraph" w:customStyle="1" w:styleId="8D7C8C20BF3D48389A9B3D85F3653B3B">
    <w:name w:val="8D7C8C20BF3D48389A9B3D85F3653B3B"/>
  </w:style>
  <w:style w:type="paragraph" w:customStyle="1" w:styleId="E8C73615F22344D4B396C054B320BC85">
    <w:name w:val="E8C73615F22344D4B396C054B320BC85"/>
  </w:style>
  <w:style w:type="paragraph" w:customStyle="1" w:styleId="A6239B451E904B528A618905D6A8CA47">
    <w:name w:val="A6239B451E904B528A618905D6A8CA47"/>
  </w:style>
  <w:style w:type="paragraph" w:customStyle="1" w:styleId="C7C48368CF2D43A0AAB840799B197547">
    <w:name w:val="C7C48368CF2D43A0AAB840799B197547"/>
  </w:style>
  <w:style w:type="paragraph" w:customStyle="1" w:styleId="BC4850BEE6FD42ECB7A3C98915803387">
    <w:name w:val="BC4850BEE6FD42ECB7A3C98915803387"/>
  </w:style>
  <w:style w:type="paragraph" w:customStyle="1" w:styleId="1A9497503ED24C8893A65EB42D5E3A14">
    <w:name w:val="1A9497503ED24C8893A65EB42D5E3A14"/>
  </w:style>
  <w:style w:type="character" w:styleId="PlaceholderText">
    <w:name w:val="Placeholder Text"/>
    <w:basedOn w:val="DefaultParagraphFont"/>
    <w:uiPriority w:val="99"/>
    <w:semiHidden/>
    <w:rsid w:val="009E5C99"/>
    <w:rPr>
      <w:color w:val="808080"/>
    </w:rPr>
  </w:style>
  <w:style w:type="paragraph" w:customStyle="1" w:styleId="327FBF5D8A3C40F3B92F25C6896C44A0">
    <w:name w:val="327FBF5D8A3C40F3B92F25C6896C44A0"/>
  </w:style>
  <w:style w:type="paragraph" w:customStyle="1" w:styleId="9F3C54F4F7854251B04808CEE48BADCA">
    <w:name w:val="9F3C54F4F7854251B04808CEE48BADCA"/>
  </w:style>
  <w:style w:type="paragraph" w:customStyle="1" w:styleId="9B7F4025257F4A1D9FDCE446B104ADC7">
    <w:name w:val="9B7F4025257F4A1D9FDCE446B104ADC7"/>
  </w:style>
  <w:style w:type="paragraph" w:customStyle="1" w:styleId="EA4E3760A347436D901B2AC0573FF6EF">
    <w:name w:val="EA4E3760A347436D901B2AC0573FF6EF"/>
  </w:style>
  <w:style w:type="paragraph" w:customStyle="1" w:styleId="BF64D447DB994E6899C9DF9028ED9290">
    <w:name w:val="BF64D447DB994E6899C9DF9028ED9290"/>
  </w:style>
  <w:style w:type="paragraph" w:customStyle="1" w:styleId="798B080475E64BCEBA77AB0BB04EB125">
    <w:name w:val="798B080475E64BCEBA77AB0BB04EB125"/>
  </w:style>
  <w:style w:type="paragraph" w:customStyle="1" w:styleId="B45283860EB747109A557933159CD377">
    <w:name w:val="B45283860EB747109A557933159CD377"/>
  </w:style>
  <w:style w:type="paragraph" w:customStyle="1" w:styleId="7725B7A0B4CD47AF8A572AB9F4112E57">
    <w:name w:val="7725B7A0B4CD47AF8A572AB9F4112E57"/>
  </w:style>
  <w:style w:type="paragraph" w:customStyle="1" w:styleId="76A028BBF4094E0CA01938CFA02F8ED9">
    <w:name w:val="76A028BBF4094E0CA01938CFA02F8ED9"/>
  </w:style>
  <w:style w:type="paragraph" w:customStyle="1" w:styleId="9F6BE349DD4C4B4BB99ACB750685F7E5">
    <w:name w:val="9F6BE349DD4C4B4BB99ACB750685F7E5"/>
  </w:style>
  <w:style w:type="paragraph" w:customStyle="1" w:styleId="8DA609C447104635BF1D7199FB42D305">
    <w:name w:val="8DA609C447104635BF1D7199FB42D305"/>
  </w:style>
  <w:style w:type="paragraph" w:customStyle="1" w:styleId="AD770B99F27644919B4DE1CD98CC209F">
    <w:name w:val="AD770B99F27644919B4DE1CD98CC209F"/>
  </w:style>
  <w:style w:type="paragraph" w:customStyle="1" w:styleId="7175AAB79CD04C82AFC9C3B437FB69D9">
    <w:name w:val="7175AAB79CD04C82AFC9C3B437FB69D9"/>
  </w:style>
  <w:style w:type="paragraph" w:customStyle="1" w:styleId="1EDF591C1AC940CCA53B307C22CA891D">
    <w:name w:val="1EDF591C1AC940CCA53B307C22CA891D"/>
    <w:rsid w:val="009E5C99"/>
  </w:style>
  <w:style w:type="paragraph" w:customStyle="1" w:styleId="7590592A447548B8A33730318DAF146A">
    <w:name w:val="7590592A447548B8A33730318DAF146A"/>
    <w:rsid w:val="009E5C99"/>
  </w:style>
  <w:style w:type="paragraph" w:customStyle="1" w:styleId="37A0688EE2BB43EABED9867A221C94B1">
    <w:name w:val="37A0688EE2BB43EABED9867A221C94B1"/>
    <w:rsid w:val="009E5C99"/>
  </w:style>
  <w:style w:type="paragraph" w:customStyle="1" w:styleId="40D2419C51FB46BD8FC154F6D97BCFB0">
    <w:name w:val="40D2419C51FB46BD8FC154F6D97BCFB0"/>
    <w:rsid w:val="009E5C99"/>
  </w:style>
  <w:style w:type="paragraph" w:customStyle="1" w:styleId="0F0C3B866ED5417DB8F83ED2575EC287">
    <w:name w:val="0F0C3B866ED5417DB8F83ED2575EC287"/>
    <w:rsid w:val="009E5C99"/>
  </w:style>
  <w:style w:type="paragraph" w:customStyle="1" w:styleId="82B5124F483A4F72AC1A8DF7999BDE67">
    <w:name w:val="82B5124F483A4F72AC1A8DF7999BDE67"/>
    <w:rsid w:val="009E5C99"/>
  </w:style>
  <w:style w:type="paragraph" w:customStyle="1" w:styleId="13D90D7FAC894AD29779966DFE29F61B">
    <w:name w:val="13D90D7FAC894AD29779966DFE29F61B"/>
    <w:rsid w:val="009E5C99"/>
  </w:style>
  <w:style w:type="paragraph" w:customStyle="1" w:styleId="674F395C38EE4BC9903094BB8A309FB0">
    <w:name w:val="674F395C38EE4BC9903094BB8A309FB0"/>
    <w:rsid w:val="009E5C99"/>
  </w:style>
  <w:style w:type="paragraph" w:customStyle="1" w:styleId="F8FAFE2A2B7741E68CA2AFCF07FB3354">
    <w:name w:val="F8FAFE2A2B7741E68CA2AFCF07FB3354"/>
    <w:rsid w:val="009E5C99"/>
  </w:style>
  <w:style w:type="paragraph" w:customStyle="1" w:styleId="88FD76FD41294D789A1F52769EC1641A">
    <w:name w:val="88FD76FD41294D789A1F52769EC1641A"/>
    <w:rsid w:val="009E5C99"/>
  </w:style>
  <w:style w:type="paragraph" w:customStyle="1" w:styleId="6FE88083C6634D8CA218ADA1F9F31C34">
    <w:name w:val="6FE88083C6634D8CA218ADA1F9F31C34"/>
    <w:rsid w:val="009E5C99"/>
  </w:style>
  <w:style w:type="paragraph" w:customStyle="1" w:styleId="EEEE46B4C14842059718489609515861">
    <w:name w:val="EEEE46B4C14842059718489609515861"/>
    <w:rsid w:val="009E5C99"/>
  </w:style>
  <w:style w:type="paragraph" w:customStyle="1" w:styleId="6A081C5B98CB467AB4D85DED219CB23F">
    <w:name w:val="6A081C5B98CB467AB4D85DED219CB23F"/>
    <w:rsid w:val="009E5C99"/>
  </w:style>
  <w:style w:type="paragraph" w:customStyle="1" w:styleId="AA8C95BAE2DB4E46AE4D683D548FCA46">
    <w:name w:val="AA8C95BAE2DB4E46AE4D683D548FCA46"/>
    <w:rsid w:val="009E5C99"/>
  </w:style>
  <w:style w:type="paragraph" w:customStyle="1" w:styleId="810B3E5BD55C4D80BF47094C1D826911">
    <w:name w:val="810B3E5BD55C4D80BF47094C1D826911"/>
    <w:rsid w:val="009E5C99"/>
  </w:style>
  <w:style w:type="paragraph" w:customStyle="1" w:styleId="3A28DA5E17E040C59B429105DD55942E">
    <w:name w:val="3A28DA5E17E040C59B429105DD55942E"/>
    <w:rsid w:val="009E5C99"/>
  </w:style>
  <w:style w:type="paragraph" w:customStyle="1" w:styleId="2A62F359F18F49B9A3B9FD306BAD6108">
    <w:name w:val="2A62F359F18F49B9A3B9FD306BAD6108"/>
    <w:rsid w:val="009E5C99"/>
  </w:style>
  <w:style w:type="paragraph" w:customStyle="1" w:styleId="A31FC605B52C4FAA9C536EFA64A24166">
    <w:name w:val="A31FC605B52C4FAA9C536EFA64A24166"/>
    <w:rsid w:val="009E5C99"/>
  </w:style>
  <w:style w:type="paragraph" w:customStyle="1" w:styleId="CB944E5994B94F2089E73E29FFA41CAE">
    <w:name w:val="CB944E5994B94F2089E73E29FFA41CAE"/>
    <w:rsid w:val="009E5C99"/>
  </w:style>
  <w:style w:type="paragraph" w:customStyle="1" w:styleId="D2211F443E5D48359635EBD956213673">
    <w:name w:val="D2211F443E5D48359635EBD956213673"/>
    <w:rsid w:val="009E5C99"/>
  </w:style>
  <w:style w:type="paragraph" w:customStyle="1" w:styleId="39949BD40A494901842317EC7D45F607">
    <w:name w:val="39949BD40A494901842317EC7D45F607"/>
    <w:rsid w:val="009E5C99"/>
  </w:style>
  <w:style w:type="paragraph" w:customStyle="1" w:styleId="FC5E1501A090434B81EFF81A5B6EDCF5">
    <w:name w:val="FC5E1501A090434B81EFF81A5B6EDCF5"/>
    <w:rsid w:val="009E5C99"/>
  </w:style>
  <w:style w:type="paragraph" w:customStyle="1" w:styleId="9AB7D53F694848B3A59BD0C995722C9A">
    <w:name w:val="9AB7D53F694848B3A59BD0C995722C9A"/>
    <w:rsid w:val="009E5C99"/>
  </w:style>
  <w:style w:type="paragraph" w:customStyle="1" w:styleId="42EB8BD78C8F4C54A94233D7389B18E7">
    <w:name w:val="42EB8BD78C8F4C54A94233D7389B18E7"/>
    <w:rsid w:val="009E5C99"/>
  </w:style>
  <w:style w:type="paragraph" w:customStyle="1" w:styleId="D4AC4BF3B4E54D118E19F98D37E0FFF0">
    <w:name w:val="D4AC4BF3B4E54D118E19F98D37E0FFF0"/>
    <w:rsid w:val="009E5C99"/>
  </w:style>
  <w:style w:type="paragraph" w:customStyle="1" w:styleId="19B6C483243840B7B72C2B4FB49D224F">
    <w:name w:val="19B6C483243840B7B72C2B4FB49D224F"/>
    <w:rsid w:val="009E5C99"/>
  </w:style>
  <w:style w:type="paragraph" w:customStyle="1" w:styleId="094BC950EBD94335A750FB9A91E917C1">
    <w:name w:val="094BC950EBD94335A750FB9A91E917C1"/>
    <w:rsid w:val="009E5C99"/>
  </w:style>
  <w:style w:type="paragraph" w:customStyle="1" w:styleId="C7C585BEAA154EFDB86A525634C721D4">
    <w:name w:val="C7C585BEAA154EFDB86A525634C721D4"/>
    <w:rsid w:val="009E5C99"/>
  </w:style>
  <w:style w:type="paragraph" w:customStyle="1" w:styleId="45125BD208A54690910C754897C9E415">
    <w:name w:val="45125BD208A54690910C754897C9E415"/>
    <w:rsid w:val="009E5C99"/>
  </w:style>
  <w:style w:type="paragraph" w:customStyle="1" w:styleId="550087277F8A4E17864374BE4619270A">
    <w:name w:val="550087277F8A4E17864374BE4619270A"/>
    <w:rsid w:val="009E5C99"/>
  </w:style>
  <w:style w:type="paragraph" w:customStyle="1" w:styleId="E2B183EC28714A31AB8A7DCC0871FE61">
    <w:name w:val="E2B183EC28714A31AB8A7DCC0871FE61"/>
    <w:rsid w:val="009E5C99"/>
  </w:style>
  <w:style w:type="paragraph" w:customStyle="1" w:styleId="2240BB8C9AA548019AD9A20DA2361935">
    <w:name w:val="2240BB8C9AA548019AD9A20DA2361935"/>
    <w:rsid w:val="009E5C99"/>
  </w:style>
  <w:style w:type="paragraph" w:customStyle="1" w:styleId="882E1EF5715B47D98A2EF95B8E99508D">
    <w:name w:val="882E1EF5715B47D98A2EF95B8E99508D"/>
    <w:rsid w:val="009E5C99"/>
  </w:style>
  <w:style w:type="paragraph" w:customStyle="1" w:styleId="442F30004BED4A11984C5232A2D1F1E5">
    <w:name w:val="442F30004BED4A11984C5232A2D1F1E5"/>
    <w:rsid w:val="009E5C99"/>
  </w:style>
  <w:style w:type="paragraph" w:customStyle="1" w:styleId="C5DBB94043BC42B8BBCCB869845E0BCB">
    <w:name w:val="C5DBB94043BC42B8BBCCB869845E0BCB"/>
    <w:rsid w:val="009E5C99"/>
  </w:style>
  <w:style w:type="paragraph" w:customStyle="1" w:styleId="295547E032C14EFBAC184F16280AD572">
    <w:name w:val="295547E032C14EFBAC184F16280AD572"/>
    <w:rsid w:val="009E5C99"/>
  </w:style>
  <w:style w:type="paragraph" w:customStyle="1" w:styleId="F6C3B59A38CA4115BA4C6D99019F9F0C">
    <w:name w:val="F6C3B59A38CA4115BA4C6D99019F9F0C"/>
    <w:rsid w:val="009E5C99"/>
  </w:style>
  <w:style w:type="paragraph" w:customStyle="1" w:styleId="7ED3940BDD5B468898FFA99AFC5B472D">
    <w:name w:val="7ED3940BDD5B468898FFA99AFC5B472D"/>
    <w:rsid w:val="009E5C99"/>
  </w:style>
  <w:style w:type="paragraph" w:customStyle="1" w:styleId="25A0E036D5AD4DB7A76E71C010DFD524">
    <w:name w:val="25A0E036D5AD4DB7A76E71C010DFD524"/>
    <w:rsid w:val="009E5C99"/>
  </w:style>
  <w:style w:type="paragraph" w:customStyle="1" w:styleId="A1EE79E405B3428D9B16F5A57D0332F8">
    <w:name w:val="A1EE79E405B3428D9B16F5A57D0332F8"/>
    <w:rsid w:val="009E5C99"/>
  </w:style>
  <w:style w:type="paragraph" w:customStyle="1" w:styleId="F2CB652CD1E645B1B2B766ACB2C48B44">
    <w:name w:val="F2CB652CD1E645B1B2B766ACB2C48B44"/>
    <w:rsid w:val="009E5C99"/>
  </w:style>
  <w:style w:type="paragraph" w:customStyle="1" w:styleId="670D1E0E6E994EFE8D49832D6E8FAA66">
    <w:name w:val="670D1E0E6E994EFE8D49832D6E8FAA66"/>
    <w:rsid w:val="009E5C99"/>
  </w:style>
  <w:style w:type="paragraph" w:customStyle="1" w:styleId="9FEDFFDA5D424D8E947B3D276039F72E">
    <w:name w:val="9FEDFFDA5D424D8E947B3D276039F72E"/>
    <w:rsid w:val="009E5C99"/>
  </w:style>
  <w:style w:type="paragraph" w:customStyle="1" w:styleId="6CFBA32EFFCA4ECAAB7D21230FC2BD4D">
    <w:name w:val="6CFBA32EFFCA4ECAAB7D21230FC2BD4D"/>
    <w:rsid w:val="009E5C99"/>
  </w:style>
  <w:style w:type="paragraph" w:customStyle="1" w:styleId="FD7D56DF3D794366A0AE525EBCABF848">
    <w:name w:val="FD7D56DF3D794366A0AE525EBCABF848"/>
    <w:rsid w:val="009E5C99"/>
  </w:style>
  <w:style w:type="paragraph" w:customStyle="1" w:styleId="21F1F4CAD73245FA8B050A67AC509FD8">
    <w:name w:val="21F1F4CAD73245FA8B050A67AC509FD8"/>
    <w:rsid w:val="009E5C99"/>
  </w:style>
  <w:style w:type="paragraph" w:customStyle="1" w:styleId="20E9428A688544F9A41746456479782C">
    <w:name w:val="20E9428A688544F9A41746456479782C"/>
    <w:rsid w:val="009E5C99"/>
  </w:style>
  <w:style w:type="paragraph" w:customStyle="1" w:styleId="36333E1203E54F00A435FB2ACC4A73BB">
    <w:name w:val="36333E1203E54F00A435FB2ACC4A73BB"/>
    <w:rsid w:val="009E5C99"/>
  </w:style>
  <w:style w:type="paragraph" w:customStyle="1" w:styleId="4A8B962A06774F1C8A6EC1D688A75621">
    <w:name w:val="4A8B962A06774F1C8A6EC1D688A75621"/>
    <w:rsid w:val="009E5C99"/>
  </w:style>
  <w:style w:type="paragraph" w:customStyle="1" w:styleId="84A20FFD72D94565ACB660B55EB6469F">
    <w:name w:val="84A20FFD72D94565ACB660B55EB6469F"/>
    <w:rsid w:val="009E5C99"/>
  </w:style>
  <w:style w:type="paragraph" w:customStyle="1" w:styleId="8C2A4EC8A681448CB85577AE9A48D9CE">
    <w:name w:val="8C2A4EC8A681448CB85577AE9A48D9CE"/>
    <w:rsid w:val="009E5C99"/>
  </w:style>
  <w:style w:type="paragraph" w:customStyle="1" w:styleId="D67BDD6A05724428B3DB24B04587F8BD">
    <w:name w:val="D67BDD6A05724428B3DB24B04587F8BD"/>
    <w:rsid w:val="009E5C99"/>
  </w:style>
  <w:style w:type="paragraph" w:customStyle="1" w:styleId="AD33F419D64F417E86501C9E0CE2DEDE">
    <w:name w:val="AD33F419D64F417E86501C9E0CE2DEDE"/>
    <w:rsid w:val="009E5C99"/>
  </w:style>
  <w:style w:type="paragraph" w:customStyle="1" w:styleId="998AB720A5E34348964CB7F74A7336A0">
    <w:name w:val="998AB720A5E34348964CB7F74A7336A0"/>
    <w:rsid w:val="009E5C99"/>
  </w:style>
  <w:style w:type="paragraph" w:customStyle="1" w:styleId="D1E32B73E80B4B4BAB6630AFE8DD59C2">
    <w:name w:val="D1E32B73E80B4B4BAB6630AFE8DD59C2"/>
    <w:rsid w:val="009E5C99"/>
  </w:style>
  <w:style w:type="paragraph" w:customStyle="1" w:styleId="7227B012AAD143BB9DD2BAA2449452BA">
    <w:name w:val="7227B012AAD143BB9DD2BAA2449452BA"/>
    <w:rsid w:val="009E5C99"/>
  </w:style>
  <w:style w:type="paragraph" w:customStyle="1" w:styleId="7F30C083AD474F08A23F87EE4421BD43">
    <w:name w:val="7F30C083AD474F08A23F87EE4421BD43"/>
    <w:rsid w:val="009E5C99"/>
  </w:style>
  <w:style w:type="paragraph" w:customStyle="1" w:styleId="595D77EF91EB4901B99F53DD019BE5D2">
    <w:name w:val="595D77EF91EB4901B99F53DD019BE5D2"/>
    <w:rsid w:val="009E5C99"/>
  </w:style>
  <w:style w:type="paragraph" w:customStyle="1" w:styleId="321BB553DD964FC7A76B5252ED9550C7">
    <w:name w:val="321BB553DD964FC7A76B5252ED9550C7"/>
    <w:rsid w:val="009E5C99"/>
  </w:style>
  <w:style w:type="paragraph" w:customStyle="1" w:styleId="A6977DB275BC429F9A3D72E3E73E0C7E">
    <w:name w:val="A6977DB275BC429F9A3D72E3E73E0C7E"/>
    <w:rsid w:val="009E5C99"/>
  </w:style>
  <w:style w:type="paragraph" w:customStyle="1" w:styleId="963B805C8F104C4DA1114ABF965C71B0">
    <w:name w:val="963B805C8F104C4DA1114ABF965C71B0"/>
    <w:rsid w:val="009E5C99"/>
  </w:style>
  <w:style w:type="paragraph" w:customStyle="1" w:styleId="9091C5C624A94573A78D90954EBE84EC">
    <w:name w:val="9091C5C624A94573A78D90954EBE84EC"/>
    <w:rsid w:val="009E5C99"/>
  </w:style>
  <w:style w:type="paragraph" w:customStyle="1" w:styleId="C75B387A4A804CACB840F0F9BE1D85DA">
    <w:name w:val="C75B387A4A804CACB840F0F9BE1D85DA"/>
    <w:rsid w:val="009E5C99"/>
  </w:style>
  <w:style w:type="paragraph" w:customStyle="1" w:styleId="443FF884EAEB4C9A958D72DF5BDB5E61">
    <w:name w:val="443FF884EAEB4C9A958D72DF5BDB5E61"/>
    <w:rsid w:val="009E5C99"/>
  </w:style>
  <w:style w:type="paragraph" w:customStyle="1" w:styleId="2768274F547D463D8524F355358CC718">
    <w:name w:val="2768274F547D463D8524F355358CC718"/>
    <w:rsid w:val="009E5C99"/>
  </w:style>
  <w:style w:type="paragraph" w:customStyle="1" w:styleId="2DE61F54F4C34EADB777298FD3992A4B">
    <w:name w:val="2DE61F54F4C34EADB777298FD3992A4B"/>
    <w:rsid w:val="009E5C99"/>
  </w:style>
  <w:style w:type="paragraph" w:customStyle="1" w:styleId="EB58C24133F14871BD3B6ADDF83F2775">
    <w:name w:val="EB58C24133F14871BD3B6ADDF83F2775"/>
    <w:rsid w:val="009E5C99"/>
  </w:style>
  <w:style w:type="paragraph" w:customStyle="1" w:styleId="F6BEE5D3998F4096828785759F537D90">
    <w:name w:val="F6BEE5D3998F4096828785759F537D90"/>
    <w:rsid w:val="009E5C99"/>
  </w:style>
  <w:style w:type="paragraph" w:customStyle="1" w:styleId="6D64D349CBEF42FCB67B13540A273F93">
    <w:name w:val="6D64D349CBEF42FCB67B13540A273F93"/>
    <w:rsid w:val="009E5C99"/>
  </w:style>
  <w:style w:type="paragraph" w:customStyle="1" w:styleId="A8D870625AF54D7E97509AD926EEFF44">
    <w:name w:val="A8D870625AF54D7E97509AD926EEFF44"/>
    <w:rsid w:val="009E5C99"/>
  </w:style>
  <w:style w:type="paragraph" w:customStyle="1" w:styleId="420C66FB0E9D4A42907D3CFCA49FEC69">
    <w:name w:val="420C66FB0E9D4A42907D3CFCA49FEC69"/>
    <w:rsid w:val="009E5C99"/>
  </w:style>
  <w:style w:type="paragraph" w:customStyle="1" w:styleId="E03C066F2E3546D1B791AD6DA9C8EE5A">
    <w:name w:val="E03C066F2E3546D1B791AD6DA9C8EE5A"/>
    <w:rsid w:val="009E5C99"/>
  </w:style>
  <w:style w:type="paragraph" w:customStyle="1" w:styleId="E8EC1F186CFC499C84EAEA045FC08465">
    <w:name w:val="E8EC1F186CFC499C84EAEA045FC08465"/>
    <w:rsid w:val="009E5C99"/>
  </w:style>
  <w:style w:type="paragraph" w:customStyle="1" w:styleId="59B385B1AB83493AA273D79D4E3722AB">
    <w:name w:val="59B385B1AB83493AA273D79D4E3722AB"/>
    <w:rsid w:val="009E5C99"/>
  </w:style>
  <w:style w:type="paragraph" w:customStyle="1" w:styleId="D823EE5B643B48D694BDA03F9A49371A">
    <w:name w:val="D823EE5B643B48D694BDA03F9A49371A"/>
    <w:rsid w:val="009E5C99"/>
  </w:style>
  <w:style w:type="paragraph" w:customStyle="1" w:styleId="A2CE245381C44D678478F9D86CC85554">
    <w:name w:val="A2CE245381C44D678478F9D86CC85554"/>
    <w:rsid w:val="009E5C99"/>
  </w:style>
  <w:style w:type="paragraph" w:customStyle="1" w:styleId="6004627A7E5D4FF9822DA945F8C4B310">
    <w:name w:val="6004627A7E5D4FF9822DA945F8C4B310"/>
    <w:rsid w:val="009E5C99"/>
  </w:style>
  <w:style w:type="paragraph" w:customStyle="1" w:styleId="81A25041D0AD4EEF892F3C98574D3026">
    <w:name w:val="81A25041D0AD4EEF892F3C98574D3026"/>
    <w:rsid w:val="009E5C99"/>
  </w:style>
  <w:style w:type="paragraph" w:customStyle="1" w:styleId="8943F9865EA04F08A43A5D46825BF634">
    <w:name w:val="8943F9865EA04F08A43A5D46825BF634"/>
    <w:rsid w:val="009E5C99"/>
  </w:style>
  <w:style w:type="paragraph" w:customStyle="1" w:styleId="6CDE97ACCAE046128F2F221D5721EDE8">
    <w:name w:val="6CDE97ACCAE046128F2F221D5721EDE8"/>
    <w:rsid w:val="009E5C99"/>
  </w:style>
  <w:style w:type="paragraph" w:customStyle="1" w:styleId="FE067106704A41AD8C170A2A349A1D70">
    <w:name w:val="FE067106704A41AD8C170A2A349A1D70"/>
    <w:rsid w:val="009E5C99"/>
  </w:style>
  <w:style w:type="paragraph" w:customStyle="1" w:styleId="210C3811248A4857ACE1279E72B3079C">
    <w:name w:val="210C3811248A4857ACE1279E72B3079C"/>
    <w:rsid w:val="009E5C99"/>
  </w:style>
  <w:style w:type="paragraph" w:customStyle="1" w:styleId="2BF7A3A01FDC47CCA1EB1F00793EDDF0">
    <w:name w:val="2BF7A3A01FDC47CCA1EB1F00793EDDF0"/>
    <w:rsid w:val="009E5C99"/>
  </w:style>
  <w:style w:type="paragraph" w:customStyle="1" w:styleId="FD0EAC5B8B514629A5EB61C9B919589F">
    <w:name w:val="FD0EAC5B8B514629A5EB61C9B919589F"/>
    <w:rsid w:val="009E5C99"/>
  </w:style>
  <w:style w:type="paragraph" w:customStyle="1" w:styleId="14683154FC8747EABEDCF9D6ED396F51">
    <w:name w:val="14683154FC8747EABEDCF9D6ED396F51"/>
    <w:rsid w:val="009E5C99"/>
  </w:style>
  <w:style w:type="paragraph" w:customStyle="1" w:styleId="6C9FDACF275D45F28F1CD5EE017E595E">
    <w:name w:val="6C9FDACF275D45F28F1CD5EE017E595E"/>
    <w:rsid w:val="009E5C99"/>
  </w:style>
  <w:style w:type="paragraph" w:customStyle="1" w:styleId="7C494C1300B3468DB8C7EEA350F0F5F0">
    <w:name w:val="7C494C1300B3468DB8C7EEA350F0F5F0"/>
    <w:rsid w:val="009E5C99"/>
  </w:style>
  <w:style w:type="paragraph" w:customStyle="1" w:styleId="C8FA7F6FE6C44A549E340A53F3D458A1">
    <w:name w:val="C8FA7F6FE6C44A549E340A53F3D458A1"/>
    <w:rsid w:val="009E5C99"/>
  </w:style>
  <w:style w:type="paragraph" w:customStyle="1" w:styleId="5FB8535427484F1B81C49789D227F36D">
    <w:name w:val="5FB8535427484F1B81C49789D227F36D"/>
    <w:rsid w:val="009E5C99"/>
  </w:style>
  <w:style w:type="paragraph" w:customStyle="1" w:styleId="1D0B19FE7C744031A903978DC0E5AB86">
    <w:name w:val="1D0B19FE7C744031A903978DC0E5AB86"/>
    <w:rsid w:val="009E5C99"/>
  </w:style>
  <w:style w:type="paragraph" w:customStyle="1" w:styleId="C75E6EDD9F8245C896D200CD1EA02A75">
    <w:name w:val="C75E6EDD9F8245C896D200CD1EA02A75"/>
    <w:rsid w:val="009E5C99"/>
  </w:style>
  <w:style w:type="paragraph" w:customStyle="1" w:styleId="040008B91D774AC69251850A782BEEA8">
    <w:name w:val="040008B91D774AC69251850A782BEEA8"/>
    <w:rsid w:val="009E5C99"/>
  </w:style>
  <w:style w:type="paragraph" w:customStyle="1" w:styleId="7859256163F9400FA1EFF2DD74F3DCD3">
    <w:name w:val="7859256163F9400FA1EFF2DD74F3DCD3"/>
    <w:rsid w:val="009E5C99"/>
  </w:style>
  <w:style w:type="paragraph" w:customStyle="1" w:styleId="F08395A89AF9493E9DFF100E876BBDD5">
    <w:name w:val="F08395A89AF9493E9DFF100E876BBDD5"/>
    <w:rsid w:val="009E5C99"/>
  </w:style>
  <w:style w:type="paragraph" w:customStyle="1" w:styleId="E455D8349DB74FF1A05888CC7E8EBEDB">
    <w:name w:val="E455D8349DB74FF1A05888CC7E8EBEDB"/>
    <w:rsid w:val="009E5C99"/>
  </w:style>
  <w:style w:type="paragraph" w:customStyle="1" w:styleId="D726062EF90848F3A7A2DA2ECE87F260">
    <w:name w:val="D726062EF90848F3A7A2DA2ECE87F260"/>
    <w:rsid w:val="009E5C99"/>
  </w:style>
  <w:style w:type="paragraph" w:customStyle="1" w:styleId="2BDA7EFD961C41ECA92880F4C66D716E">
    <w:name w:val="2BDA7EFD961C41ECA92880F4C66D716E"/>
    <w:rsid w:val="009E5C99"/>
  </w:style>
  <w:style w:type="paragraph" w:customStyle="1" w:styleId="369E1FB9B8A74C8C865A2FBFB92E20CD">
    <w:name w:val="369E1FB9B8A74C8C865A2FBFB92E20CD"/>
    <w:rsid w:val="009E5C99"/>
  </w:style>
  <w:style w:type="paragraph" w:customStyle="1" w:styleId="329E110A3AFF43B78FFCC0EB33652FD1">
    <w:name w:val="329E110A3AFF43B78FFCC0EB33652FD1"/>
    <w:rsid w:val="009E5C99"/>
  </w:style>
  <w:style w:type="paragraph" w:customStyle="1" w:styleId="9A4A933BCB4F4546B8DAFAC731BB2FDE">
    <w:name w:val="9A4A933BCB4F4546B8DAFAC731BB2FDE"/>
    <w:rsid w:val="009E5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Newsletter">
      <a:majorFont>
        <a:latin typeface="Trebuchet MS"/>
        <a:ea typeface=""/>
        <a:cs typeface=""/>
      </a:majorFont>
      <a:minorFont>
        <a:latin typeface="Corbe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CEBB6-3879-47E1-9015-067B3316F8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E4EEA5-F99B-4FFA-9AF7-5BFCB075A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Newsletter.dotx</Template>
  <TotalTime>3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Newsletter</vt:lpstr>
    </vt:vector>
  </TitlesOfParts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Newsletter</dc:title>
  <dc:subject>Tailor made solutions for your retail Business</dc:subject>
  <dc:creator>user</dc:creator>
  <cp:keywords/>
  <cp:lastModifiedBy>user</cp:lastModifiedBy>
  <cp:revision>3</cp:revision>
  <cp:lastPrinted>2013-10-14T09:35:00Z</cp:lastPrinted>
  <dcterms:created xsi:type="dcterms:W3CDTF">2013-10-14T12:25:00Z</dcterms:created>
  <dcterms:modified xsi:type="dcterms:W3CDTF">2013-10-14T12:28:00Z</dcterms:modified>
  <cp:contentStatus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TC026866159991</vt:lpwstr>
  </property>
</Properties>
</file>